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080ABE08" w:rsidR="007D3C96" w:rsidRPr="00807E1F" w:rsidRDefault="00422211" w:rsidP="00C64949">
      <w:pPr>
        <w:spacing w:line="276" w:lineRule="auto"/>
        <w:jc w:val="center"/>
        <w:rPr>
          <w:rFonts w:asciiTheme="majorHAnsi" w:hAnsiTheme="majorHAnsi"/>
          <w:color w:val="FA4616"/>
          <w:sz w:val="42"/>
          <w:szCs w:val="42"/>
        </w:rPr>
      </w:pPr>
      <w:r>
        <w:rPr>
          <w:rFonts w:asciiTheme="majorHAnsi" w:hAnsiTheme="majorHAnsi"/>
          <w:color w:val="FA4616"/>
          <w:sz w:val="42"/>
          <w:szCs w:val="42"/>
        </w:rPr>
        <w:t>Corelite Continua</w:t>
      </w:r>
    </w:p>
    <w:p w14:paraId="43D91D63" w14:textId="140884E1" w:rsidR="0041732B" w:rsidRPr="00807E1F" w:rsidRDefault="00422211" w:rsidP="00C64949">
      <w:pPr>
        <w:spacing w:line="276" w:lineRule="auto"/>
        <w:jc w:val="center"/>
        <w:rPr>
          <w:rFonts w:asciiTheme="majorHAnsi" w:hAnsiTheme="majorHAnsi"/>
          <w:color w:val="FA4616"/>
          <w:sz w:val="42"/>
          <w:szCs w:val="42"/>
        </w:rPr>
      </w:pPr>
      <w:r>
        <w:rPr>
          <w:rFonts w:asciiTheme="majorHAnsi" w:hAnsiTheme="majorHAnsi"/>
          <w:color w:val="FA4616"/>
          <w:sz w:val="42"/>
          <w:szCs w:val="42"/>
        </w:rPr>
        <w:t xml:space="preserve">Interior </w:t>
      </w:r>
      <w:r w:rsidR="004B1C8D">
        <w:rPr>
          <w:rFonts w:asciiTheme="majorHAnsi" w:hAnsiTheme="majorHAnsi"/>
          <w:color w:val="FA4616"/>
          <w:sz w:val="42"/>
          <w:szCs w:val="42"/>
        </w:rPr>
        <w:t>l</w:t>
      </w:r>
      <w:r>
        <w:rPr>
          <w:rFonts w:asciiTheme="majorHAnsi" w:hAnsiTheme="majorHAnsi"/>
          <w:color w:val="FA4616"/>
          <w:sz w:val="42"/>
          <w:szCs w:val="42"/>
        </w:rPr>
        <w:t>ighting</w:t>
      </w:r>
      <w:r w:rsidR="004B1C8D">
        <w:rPr>
          <w:rFonts w:asciiTheme="majorHAnsi" w:hAnsiTheme="majorHAnsi"/>
          <w:color w:val="FA4616"/>
          <w:sz w:val="42"/>
          <w:szCs w:val="42"/>
        </w:rPr>
        <w:t xml:space="preserve"> -</w:t>
      </w:r>
      <w:r>
        <w:rPr>
          <w:rFonts w:asciiTheme="majorHAnsi" w:hAnsiTheme="majorHAnsi"/>
          <w:color w:val="FA4616"/>
          <w:sz w:val="42"/>
          <w:szCs w:val="42"/>
        </w:rPr>
        <w:t xml:space="preserve"> suspended linear</w:t>
      </w:r>
    </w:p>
    <w:p w14:paraId="7B4939ED" w14:textId="77777777" w:rsidR="0041732B" w:rsidRPr="00807E1F" w:rsidRDefault="00A1204E" w:rsidP="00C64949">
      <w:pPr>
        <w:pStyle w:val="CooperBodyText-10"/>
        <w:jc w:val="center"/>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C64949">
      <w:pPr>
        <w:pStyle w:val="CooperBodyText-10"/>
        <w:ind w:firstLine="3330"/>
        <w:jc w:val="center"/>
        <w:rPr>
          <w:rFonts w:asciiTheme="majorHAnsi" w:hAnsiTheme="majorHAnsi"/>
        </w:rPr>
      </w:pPr>
    </w:p>
    <w:p w14:paraId="0F14710E" w14:textId="7D1D2366" w:rsidR="00A1204E" w:rsidRPr="00807E1F" w:rsidRDefault="00A1204E" w:rsidP="00C64949">
      <w:pPr>
        <w:pStyle w:val="CooperBodyText-10"/>
        <w:jc w:val="center"/>
        <w:rPr>
          <w:rFonts w:asciiTheme="majorHAnsi" w:hAnsiTheme="majorHAnsi"/>
        </w:rPr>
      </w:pPr>
      <w:r w:rsidRPr="00807E1F">
        <w:rPr>
          <w:rFonts w:asciiTheme="majorHAnsi" w:hAnsiTheme="majorHAnsi"/>
        </w:rPr>
        <w:t xml:space="preserve">Revision </w:t>
      </w:r>
      <w:r w:rsidR="00422211">
        <w:rPr>
          <w:rFonts w:asciiTheme="majorHAnsi" w:hAnsiTheme="majorHAnsi"/>
        </w:rPr>
        <w:t>1</w:t>
      </w:r>
      <w:r w:rsidRPr="00807E1F">
        <w:rPr>
          <w:rFonts w:asciiTheme="majorHAnsi" w:hAnsiTheme="majorHAnsi"/>
        </w:rPr>
        <w:t>.0</w:t>
      </w:r>
      <w:r w:rsidR="002838D0" w:rsidRPr="00807E1F">
        <w:rPr>
          <w:rFonts w:asciiTheme="majorHAnsi" w:hAnsiTheme="majorHAnsi"/>
        </w:rPr>
        <w:t>0</w:t>
      </w:r>
    </w:p>
    <w:p w14:paraId="1E41DA8A" w14:textId="608D1EDE" w:rsidR="00A1204E" w:rsidRDefault="00DA37C3" w:rsidP="00C64949">
      <w:pPr>
        <w:pStyle w:val="CooperBodyText-10"/>
        <w:jc w:val="center"/>
        <w:rPr>
          <w:rFonts w:asciiTheme="majorHAnsi" w:hAnsiTheme="majorHAnsi"/>
        </w:rPr>
      </w:pPr>
      <w:r>
        <w:rPr>
          <w:rFonts w:asciiTheme="majorHAnsi" w:hAnsiTheme="majorHAnsi"/>
        </w:rPr>
        <w:t>4.23.2021</w:t>
      </w:r>
    </w:p>
    <w:p w14:paraId="20E60F5B" w14:textId="34E7CE55" w:rsidR="00422211" w:rsidRDefault="00422211" w:rsidP="0041732B">
      <w:pPr>
        <w:pStyle w:val="CooperBodyText-10"/>
        <w:ind w:firstLine="3330"/>
        <w:rPr>
          <w:rFonts w:asciiTheme="majorHAnsi" w:hAnsiTheme="majorHAnsi"/>
        </w:rPr>
      </w:pPr>
    </w:p>
    <w:p w14:paraId="1B6D6772" w14:textId="77777777" w:rsidR="00422211" w:rsidRPr="00D2471D" w:rsidRDefault="00422211" w:rsidP="00422211">
      <w:pPr>
        <w:tabs>
          <w:tab w:val="left" w:pos="576"/>
          <w:tab w:val="left" w:pos="1008"/>
          <w:tab w:val="left" w:pos="1440"/>
          <w:tab w:val="left" w:pos="1872"/>
        </w:tabs>
        <w:jc w:val="center"/>
        <w:rPr>
          <w:rFonts w:ascii="Arial" w:hAnsi="Arial" w:cs="Arial"/>
          <w:b/>
          <w:sz w:val="22"/>
          <w:szCs w:val="22"/>
        </w:rPr>
      </w:pPr>
    </w:p>
    <w:p w14:paraId="4F264041" w14:textId="77777777" w:rsidR="00422211" w:rsidRPr="00D2471D" w:rsidRDefault="00422211" w:rsidP="00422211">
      <w:pPr>
        <w:tabs>
          <w:tab w:val="left" w:pos="576"/>
          <w:tab w:val="left" w:pos="1008"/>
          <w:tab w:val="left" w:pos="1440"/>
          <w:tab w:val="left" w:pos="1872"/>
        </w:tabs>
        <w:jc w:val="center"/>
        <w:rPr>
          <w:rFonts w:ascii="Arial" w:hAnsi="Arial" w:cs="Arial"/>
          <w:bCs/>
          <w:sz w:val="22"/>
          <w:szCs w:val="22"/>
        </w:rPr>
      </w:pPr>
      <w:r w:rsidRPr="00D2471D">
        <w:rPr>
          <w:rFonts w:ascii="Arial" w:hAnsi="Arial" w:cs="Arial"/>
          <w:b/>
          <w:sz w:val="22"/>
          <w:szCs w:val="22"/>
        </w:rPr>
        <w:t>SECTION 265100 - INTERIOR LIGHTING Luminaire Specification</w:t>
      </w:r>
    </w:p>
    <w:p w14:paraId="097BCE2A"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6DA0DED9"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4F921082" w14:textId="77777777" w:rsidR="00422211" w:rsidRPr="00D2471D" w:rsidRDefault="00422211" w:rsidP="00422211">
      <w:pPr>
        <w:pStyle w:val="Heading1"/>
        <w:rPr>
          <w:rFonts w:ascii="Arial" w:hAnsi="Arial" w:cs="Arial"/>
          <w:sz w:val="22"/>
          <w:szCs w:val="22"/>
        </w:rPr>
      </w:pPr>
      <w:r w:rsidRPr="00D2471D">
        <w:rPr>
          <w:rFonts w:ascii="Arial" w:hAnsi="Arial" w:cs="Arial"/>
          <w:sz w:val="22"/>
          <w:szCs w:val="22"/>
        </w:rPr>
        <w:t>PART 1 GENERAL</w:t>
      </w:r>
    </w:p>
    <w:p w14:paraId="319037CD"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04B96E85" w14:textId="77777777" w:rsidR="00422211" w:rsidRPr="00D2471D" w:rsidRDefault="00422211" w:rsidP="00422211">
      <w:pPr>
        <w:numPr>
          <w:ilvl w:val="1"/>
          <w:numId w:val="1"/>
        </w:numPr>
        <w:tabs>
          <w:tab w:val="left" w:pos="1008"/>
          <w:tab w:val="left" w:pos="1440"/>
          <w:tab w:val="left" w:pos="1872"/>
        </w:tabs>
        <w:rPr>
          <w:rFonts w:ascii="Arial" w:hAnsi="Arial" w:cs="Arial"/>
          <w:bCs/>
          <w:sz w:val="22"/>
          <w:szCs w:val="22"/>
        </w:rPr>
      </w:pPr>
      <w:r w:rsidRPr="00D2471D">
        <w:rPr>
          <w:rFonts w:ascii="Arial" w:hAnsi="Arial" w:cs="Arial"/>
          <w:bCs/>
          <w:sz w:val="22"/>
          <w:szCs w:val="22"/>
        </w:rPr>
        <w:t>SECTION INCLUDES</w:t>
      </w:r>
    </w:p>
    <w:p w14:paraId="58D19CE3" w14:textId="77777777" w:rsidR="00422211" w:rsidRPr="00D2471D" w:rsidRDefault="00422211" w:rsidP="00422211">
      <w:pPr>
        <w:pStyle w:val="BodyText"/>
        <w:tabs>
          <w:tab w:val="left" w:pos="576"/>
          <w:tab w:val="left" w:pos="1008"/>
          <w:tab w:val="left" w:pos="1440"/>
          <w:tab w:val="left" w:pos="1872"/>
        </w:tabs>
        <w:rPr>
          <w:rFonts w:ascii="Arial" w:hAnsi="Arial" w:cs="Arial"/>
          <w:sz w:val="22"/>
          <w:szCs w:val="22"/>
        </w:rPr>
      </w:pPr>
    </w:p>
    <w:p w14:paraId="7C7C8F9F" w14:textId="77777777" w:rsidR="00422211" w:rsidRPr="00D2471D" w:rsidRDefault="00422211" w:rsidP="00422211">
      <w:pPr>
        <w:pStyle w:val="BodyText"/>
        <w:numPr>
          <w:ilvl w:val="0"/>
          <w:numId w:val="20"/>
        </w:numPr>
        <w:tabs>
          <w:tab w:val="left" w:pos="576"/>
          <w:tab w:val="left" w:pos="1008"/>
          <w:tab w:val="left" w:pos="1440"/>
          <w:tab w:val="left" w:pos="1872"/>
        </w:tabs>
        <w:rPr>
          <w:rFonts w:ascii="Arial" w:hAnsi="Arial" w:cs="Arial"/>
          <w:sz w:val="22"/>
          <w:szCs w:val="22"/>
        </w:rPr>
      </w:pPr>
      <w:r>
        <w:rPr>
          <w:rFonts w:ascii="Arial" w:hAnsi="Arial" w:cs="Arial"/>
          <w:sz w:val="22"/>
          <w:szCs w:val="22"/>
        </w:rPr>
        <w:t xml:space="preserve">  </w:t>
      </w:r>
      <w:r w:rsidRPr="00D2471D">
        <w:rPr>
          <w:rFonts w:ascii="Arial" w:hAnsi="Arial" w:cs="Arial"/>
          <w:sz w:val="22"/>
          <w:szCs w:val="22"/>
        </w:rPr>
        <w:t>Work covered under this section consists of the furnishing of all necessary labor, supervision, materials, equipment, and services to completely execute the interior lighting system as described in this specification and as shown on the drawings.</w:t>
      </w:r>
    </w:p>
    <w:p w14:paraId="519EBAD3" w14:textId="77777777" w:rsidR="00422211" w:rsidRPr="00D2471D" w:rsidRDefault="00422211" w:rsidP="00422211">
      <w:pPr>
        <w:pStyle w:val="BodyText"/>
        <w:tabs>
          <w:tab w:val="left" w:pos="576"/>
          <w:tab w:val="left" w:pos="1008"/>
          <w:tab w:val="left" w:pos="1440"/>
          <w:tab w:val="left" w:pos="1872"/>
        </w:tabs>
        <w:ind w:left="1010"/>
        <w:rPr>
          <w:rFonts w:ascii="Arial" w:hAnsi="Arial" w:cs="Arial"/>
          <w:sz w:val="22"/>
          <w:szCs w:val="22"/>
        </w:rPr>
      </w:pPr>
    </w:p>
    <w:p w14:paraId="5172186D" w14:textId="77777777" w:rsidR="00422211" w:rsidRPr="00D2471D" w:rsidRDefault="00422211" w:rsidP="00422211">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1.02   RELATED SECTIONS</w:t>
      </w:r>
      <w:r w:rsidRPr="00D2471D">
        <w:rPr>
          <w:rStyle w:val="eop"/>
          <w:rFonts w:ascii="Arial" w:hAnsi="Arial" w:cs="Arial"/>
          <w:sz w:val="22"/>
          <w:szCs w:val="22"/>
        </w:rPr>
        <w:t> </w:t>
      </w:r>
    </w:p>
    <w:p w14:paraId="211FFD65" w14:textId="77777777" w:rsidR="00422211" w:rsidRPr="00A24D3D" w:rsidRDefault="00422211" w:rsidP="00422211">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260923 - Occupancy Sensors:] Occupancy sensors used in conjunction with central dimming control system.</w:t>
      </w:r>
    </w:p>
    <w:p w14:paraId="6348BF77" w14:textId="77777777" w:rsidR="00422211" w:rsidRPr="00A24D3D" w:rsidRDefault="00422211" w:rsidP="00422211">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265113 – Interior Lighting Fixtures, Lamps, and Ballasts:] Fluorescent electronic dimming ballasts</w:t>
      </w:r>
      <w:r>
        <w:rPr>
          <w:rStyle w:val="normaltextrun"/>
          <w:rFonts w:ascii="Arial" w:eastAsiaTheme="majorEastAsia" w:hAnsi="Arial" w:cs="Arial"/>
          <w:sz w:val="22"/>
          <w:szCs w:val="22"/>
        </w:rPr>
        <w:t>.</w:t>
      </w:r>
    </w:p>
    <w:p w14:paraId="78E625C6" w14:textId="77777777" w:rsidR="00422211" w:rsidRPr="00D2471D" w:rsidRDefault="00422211" w:rsidP="00422211">
      <w:pPr>
        <w:pStyle w:val="paragraph"/>
        <w:numPr>
          <w:ilvl w:val="0"/>
          <w:numId w:val="21"/>
        </w:numPr>
        <w:spacing w:before="0" w:beforeAutospacing="0" w:after="0" w:afterAutospacing="0"/>
        <w:textAlignment w:val="baseline"/>
        <w:rPr>
          <w:rStyle w:val="eop"/>
          <w:rFonts w:ascii="Arial" w:hAnsi="Arial" w:cs="Arial"/>
          <w:sz w:val="22"/>
          <w:szCs w:val="22"/>
        </w:rPr>
      </w:pPr>
      <w:r w:rsidRPr="00A24D3D">
        <w:rPr>
          <w:rStyle w:val="normaltextrun"/>
          <w:rFonts w:ascii="Arial" w:eastAsiaTheme="majorEastAsia" w:hAnsi="Arial" w:cs="Arial"/>
          <w:sz w:val="22"/>
          <w:szCs w:val="22"/>
        </w:rPr>
        <w:t>S</w:t>
      </w:r>
      <w:r w:rsidRPr="00D2471D">
        <w:rPr>
          <w:rStyle w:val="normaltextrun"/>
          <w:rFonts w:ascii="Arial" w:eastAsiaTheme="majorEastAsia" w:hAnsi="Arial" w:cs="Arial"/>
          <w:sz w:val="22"/>
          <w:szCs w:val="22"/>
        </w:rPr>
        <w:t>ection 25000 – Integrated Automation] Building integrator shall provide integration of the lighting control system with Building Automation Systems</w:t>
      </w:r>
      <w:r>
        <w:rPr>
          <w:rStyle w:val="normaltextrun"/>
          <w:rFonts w:ascii="Arial" w:eastAsiaTheme="majorEastAsia" w:hAnsi="Arial" w:cs="Arial"/>
          <w:sz w:val="22"/>
          <w:szCs w:val="22"/>
        </w:rPr>
        <w:t>.</w:t>
      </w:r>
    </w:p>
    <w:p w14:paraId="30440C33" w14:textId="77777777" w:rsidR="00422211" w:rsidRPr="00D2471D" w:rsidRDefault="00422211" w:rsidP="00422211">
      <w:pPr>
        <w:pStyle w:val="paragraph"/>
        <w:numPr>
          <w:ilvl w:val="0"/>
          <w:numId w:val="21"/>
        </w:numPr>
        <w:spacing w:before="0" w:beforeAutospacing="0" w:after="0" w:afterAutospacing="0"/>
        <w:textAlignment w:val="baseline"/>
        <w:rPr>
          <w:rFonts w:ascii="Arial" w:hAnsi="Arial" w:cs="Arial"/>
          <w:sz w:val="22"/>
          <w:szCs w:val="22"/>
        </w:rPr>
      </w:pPr>
      <w:r w:rsidRPr="00D2471D">
        <w:rPr>
          <w:rFonts w:ascii="Arial" w:hAnsi="Arial" w:cs="Arial"/>
          <w:sz w:val="22"/>
          <w:szCs w:val="22"/>
        </w:rPr>
        <w:t>Section 265200 Emergency Lighting.</w:t>
      </w:r>
    </w:p>
    <w:p w14:paraId="3D94D054" w14:textId="77777777" w:rsidR="00422211" w:rsidRPr="00D2471D" w:rsidRDefault="00422211" w:rsidP="00422211">
      <w:pPr>
        <w:pStyle w:val="BodyText"/>
        <w:tabs>
          <w:tab w:val="left" w:pos="576"/>
          <w:tab w:val="left" w:pos="1008"/>
          <w:tab w:val="left" w:pos="1440"/>
          <w:tab w:val="left" w:pos="1872"/>
        </w:tabs>
        <w:ind w:left="1010"/>
        <w:rPr>
          <w:rFonts w:ascii="Arial" w:hAnsi="Arial" w:cs="Arial"/>
          <w:sz w:val="22"/>
          <w:szCs w:val="22"/>
        </w:rPr>
      </w:pPr>
    </w:p>
    <w:p w14:paraId="1108EB27"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1E31F955"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1.02</w:t>
      </w:r>
      <w:r w:rsidRPr="00D2471D">
        <w:rPr>
          <w:rFonts w:ascii="Arial" w:hAnsi="Arial" w:cs="Arial"/>
          <w:bCs/>
          <w:sz w:val="22"/>
          <w:szCs w:val="22"/>
        </w:rPr>
        <w:tab/>
        <w:t>REFERENCES</w:t>
      </w:r>
    </w:p>
    <w:p w14:paraId="7E36F443"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1D45ABFF" w14:textId="77777777" w:rsidR="00422211" w:rsidRPr="00D2471D" w:rsidRDefault="00422211" w:rsidP="00422211">
      <w:pPr>
        <w:pStyle w:val="ListParagraph"/>
        <w:numPr>
          <w:ilvl w:val="0"/>
          <w:numId w:val="22"/>
        </w:numPr>
        <w:tabs>
          <w:tab w:val="left" w:pos="576"/>
          <w:tab w:val="left" w:pos="1440"/>
          <w:tab w:val="left" w:pos="1872"/>
        </w:tabs>
        <w:rPr>
          <w:rFonts w:ascii="Arial" w:hAnsi="Arial" w:cs="Arial"/>
          <w:bCs/>
          <w:sz w:val="22"/>
          <w:szCs w:val="22"/>
          <w:lang w:val="fr-FR"/>
        </w:rPr>
      </w:pPr>
      <w:r w:rsidRPr="00A24D3D">
        <w:rPr>
          <w:rFonts w:ascii="Arial" w:hAnsi="Arial" w:cs="Arial"/>
          <w:bCs/>
          <w:sz w:val="22"/>
          <w:szCs w:val="22"/>
          <w:lang w:val="fr-FR"/>
        </w:rPr>
        <w:t xml:space="preserve">  </w:t>
      </w:r>
      <w:r w:rsidRPr="00D2471D">
        <w:rPr>
          <w:rFonts w:ascii="Arial" w:hAnsi="Arial" w:cs="Arial"/>
          <w:bCs/>
          <w:sz w:val="22"/>
          <w:szCs w:val="22"/>
          <w:lang w:val="fr-FR"/>
        </w:rPr>
        <w:t>ANSI/NFPA 70, National Electrical Code</w:t>
      </w:r>
    </w:p>
    <w:p w14:paraId="14E420A5" w14:textId="77777777" w:rsidR="00422211" w:rsidRPr="00D2471D" w:rsidRDefault="00422211" w:rsidP="00422211">
      <w:pPr>
        <w:pStyle w:val="ListParagraph"/>
        <w:numPr>
          <w:ilvl w:val="0"/>
          <w:numId w:val="22"/>
        </w:numPr>
        <w:tabs>
          <w:tab w:val="left" w:pos="576"/>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FCC 47 CFR Part 15,  Federal Code Of Regulation (CFR) testing standard for electronic equipment</w:t>
      </w:r>
    </w:p>
    <w:p w14:paraId="0EC5069A" w14:textId="77777777" w:rsidR="00422211" w:rsidRPr="00D2471D" w:rsidRDefault="00422211" w:rsidP="00422211">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LM-79, Electrical and TM-30 Photometric Measurements of Solid-State Lighting Products</w:t>
      </w:r>
    </w:p>
    <w:p w14:paraId="379AFF50" w14:textId="77777777" w:rsidR="00422211" w:rsidRPr="00D2471D" w:rsidRDefault="00422211" w:rsidP="00422211">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LM-80, Approved Method for Measuring Lumen Maintenance of LED Light Sources</w:t>
      </w:r>
    </w:p>
    <w:p w14:paraId="504170D6" w14:textId="77777777" w:rsidR="00422211" w:rsidRPr="00D2471D" w:rsidRDefault="00422211" w:rsidP="00422211">
      <w:pPr>
        <w:pStyle w:val="ListParagraph"/>
        <w:numPr>
          <w:ilvl w:val="0"/>
          <w:numId w:val="22"/>
        </w:numPr>
        <w:tabs>
          <w:tab w:val="left" w:pos="576"/>
          <w:tab w:val="left" w:pos="1440"/>
          <w:tab w:val="left" w:pos="1872"/>
        </w:tabs>
        <w:rPr>
          <w:rFonts w:ascii="Arial" w:hAnsi="Arial" w:cs="Arial"/>
          <w:bCs/>
          <w:sz w:val="22"/>
          <w:szCs w:val="22"/>
          <w:lang w:val="fr-FR"/>
        </w:rPr>
      </w:pPr>
      <w:r>
        <w:rPr>
          <w:rFonts w:ascii="Arial" w:hAnsi="Arial" w:cs="Arial"/>
          <w:bCs/>
          <w:sz w:val="22"/>
          <w:szCs w:val="22"/>
          <w:lang w:val="fr-FR"/>
        </w:rPr>
        <w:lastRenderedPageBreak/>
        <w:t xml:space="preserve">  </w:t>
      </w:r>
      <w:r w:rsidRPr="00D2471D">
        <w:rPr>
          <w:rFonts w:ascii="Arial" w:hAnsi="Arial" w:cs="Arial"/>
          <w:bCs/>
          <w:sz w:val="22"/>
          <w:szCs w:val="22"/>
          <w:lang w:val="fr-FR"/>
        </w:rPr>
        <w:t>IESNA TM-21-11, Projecting Long Term Lumen Maintenance of LED Light Sources</w:t>
      </w:r>
    </w:p>
    <w:p w14:paraId="7992943C" w14:textId="77777777" w:rsidR="00422211" w:rsidRDefault="00422211" w:rsidP="00422211">
      <w:pPr>
        <w:pStyle w:val="ListParagraph"/>
        <w:numPr>
          <w:ilvl w:val="0"/>
          <w:numId w:val="22"/>
        </w:numPr>
        <w:tabs>
          <w:tab w:val="left" w:pos="576"/>
          <w:tab w:val="left" w:pos="1440"/>
          <w:tab w:val="left" w:pos="1872"/>
        </w:tabs>
        <w:rPr>
          <w:rFonts w:ascii="Arial" w:hAnsi="Arial" w:cs="Arial"/>
          <w:bCs/>
          <w:sz w:val="22"/>
          <w:szCs w:val="22"/>
        </w:rPr>
      </w:pPr>
      <w:r>
        <w:rPr>
          <w:rFonts w:ascii="Arial" w:hAnsi="Arial" w:cs="Arial"/>
          <w:bCs/>
          <w:sz w:val="22"/>
          <w:szCs w:val="22"/>
        </w:rPr>
        <w:t xml:space="preserve">  </w:t>
      </w:r>
      <w:r w:rsidRPr="00D2471D">
        <w:rPr>
          <w:rFonts w:ascii="Arial" w:hAnsi="Arial" w:cs="Arial"/>
          <w:bCs/>
          <w:sz w:val="22"/>
          <w:szCs w:val="22"/>
        </w:rPr>
        <w:t xml:space="preserve">UL1598, Standard for Safety of Luminaires </w:t>
      </w:r>
    </w:p>
    <w:p w14:paraId="074DC17A" w14:textId="77777777" w:rsidR="00422211" w:rsidRPr="00052DC8" w:rsidRDefault="00422211" w:rsidP="00422211">
      <w:pPr>
        <w:numPr>
          <w:ilvl w:val="0"/>
          <w:numId w:val="22"/>
        </w:numPr>
        <w:tabs>
          <w:tab w:val="left" w:pos="576"/>
          <w:tab w:val="left" w:pos="1440"/>
          <w:tab w:val="left" w:pos="1872"/>
        </w:tabs>
        <w:rPr>
          <w:rFonts w:ascii="Arial" w:hAnsi="Arial" w:cs="Arial"/>
          <w:sz w:val="22"/>
          <w:szCs w:val="22"/>
        </w:rPr>
      </w:pPr>
      <w:r w:rsidRPr="00052DC8">
        <w:rPr>
          <w:rFonts w:ascii="Arial" w:hAnsi="Arial" w:cs="Arial"/>
          <w:sz w:val="22"/>
          <w:szCs w:val="22"/>
        </w:rPr>
        <w:t>ISTA-1A, Packaging Compression, Vibration and Drop</w:t>
      </w:r>
    </w:p>
    <w:p w14:paraId="4D042C94" w14:textId="77777777" w:rsidR="00422211" w:rsidRPr="00D2471D" w:rsidRDefault="00422211" w:rsidP="00422211">
      <w:pPr>
        <w:tabs>
          <w:tab w:val="left" w:pos="576"/>
          <w:tab w:val="left" w:pos="1440"/>
          <w:tab w:val="left" w:pos="1872"/>
        </w:tabs>
        <w:rPr>
          <w:rFonts w:ascii="Arial" w:hAnsi="Arial" w:cs="Arial"/>
          <w:bCs/>
          <w:sz w:val="22"/>
          <w:szCs w:val="22"/>
        </w:rPr>
      </w:pPr>
    </w:p>
    <w:p w14:paraId="342EF9A4" w14:textId="77777777" w:rsidR="00422211" w:rsidRPr="00D2471D" w:rsidRDefault="00422211" w:rsidP="00422211">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1.04     COORDINATION REQUIREMENTS</w:t>
      </w:r>
      <w:r w:rsidRPr="00D2471D">
        <w:rPr>
          <w:rStyle w:val="eop"/>
          <w:rFonts w:ascii="Arial" w:hAnsi="Arial" w:cs="Arial"/>
          <w:sz w:val="22"/>
          <w:szCs w:val="22"/>
        </w:rPr>
        <w:t> </w:t>
      </w:r>
    </w:p>
    <w:p w14:paraId="092BD42F" w14:textId="77777777" w:rsidR="00422211" w:rsidRPr="00A24D3D" w:rsidRDefault="00422211" w:rsidP="00422211">
      <w:pPr>
        <w:pStyle w:val="paragraph"/>
        <w:numPr>
          <w:ilvl w:val="0"/>
          <w:numId w:val="23"/>
        </w:numPr>
        <w:spacing w:before="0" w:beforeAutospacing="0" w:after="0" w:afterAutospacing="0"/>
        <w:textAlignment w:val="baseline"/>
        <w:rPr>
          <w:rStyle w:val="eop"/>
          <w:rFonts w:ascii="Arial" w:hAnsi="Arial" w:cs="Arial"/>
          <w:sz w:val="22"/>
          <w:szCs w:val="22"/>
        </w:rPr>
      </w:pPr>
      <w:r w:rsidRPr="00D2471D">
        <w:rPr>
          <w:rStyle w:val="normaltextrun"/>
          <w:rFonts w:ascii="Arial" w:eastAsiaTheme="majorEastAsia" w:hAnsi="Arial" w:cs="Arial"/>
          <w:sz w:val="22"/>
          <w:szCs w:val="22"/>
        </w:rPr>
        <w:t>Coordination</w:t>
      </w:r>
      <w:r w:rsidRPr="00D2471D">
        <w:rPr>
          <w:rStyle w:val="eop"/>
          <w:rFonts w:ascii="Arial" w:hAnsi="Arial" w:cs="Arial"/>
          <w:sz w:val="22"/>
          <w:szCs w:val="22"/>
        </w:rPr>
        <w:t> </w:t>
      </w:r>
    </w:p>
    <w:p w14:paraId="7177CD1D" w14:textId="77777777" w:rsidR="00422211" w:rsidRPr="00D2471D" w:rsidRDefault="00422211" w:rsidP="00422211">
      <w:pPr>
        <w:pStyle w:val="paragraph"/>
        <w:spacing w:before="0" w:beforeAutospacing="0" w:after="0" w:afterAutospacing="0"/>
        <w:ind w:left="720"/>
        <w:textAlignment w:val="baseline"/>
        <w:rPr>
          <w:rFonts w:ascii="Arial" w:hAnsi="Arial" w:cs="Arial"/>
          <w:sz w:val="22"/>
          <w:szCs w:val="22"/>
        </w:rPr>
      </w:pPr>
    </w:p>
    <w:p w14:paraId="1C04BAA9"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sensors and other user input devices</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7C79B93C"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daylight sensors to achieve optimal daylight dimming</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64C43CD0" w14:textId="77777777" w:rsidR="00422211" w:rsidRPr="00D2471D" w:rsidRDefault="00422211" w:rsidP="00422211">
      <w:pPr>
        <w:pStyle w:val="paragraph"/>
        <w:numPr>
          <w:ilvl w:val="0"/>
          <w:numId w:val="23"/>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D2471D">
        <w:rPr>
          <w:rStyle w:val="eop"/>
          <w:rFonts w:ascii="Arial" w:hAnsi="Arial" w:cs="Arial"/>
          <w:sz w:val="22"/>
          <w:szCs w:val="22"/>
        </w:rPr>
        <w:t> </w:t>
      </w:r>
    </w:p>
    <w:p w14:paraId="575DE7E1"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Installation of lighting and connections to lighting control system</w:t>
      </w:r>
    </w:p>
    <w:p w14:paraId="4895874B"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Lighting control network wiring</w:t>
      </w:r>
      <w:r w:rsidRPr="00D2471D">
        <w:rPr>
          <w:rStyle w:val="eop"/>
          <w:rFonts w:ascii="Arial" w:hAnsi="Arial" w:cs="Arial"/>
          <w:sz w:val="22"/>
          <w:szCs w:val="22"/>
        </w:rPr>
        <w:t> </w:t>
      </w:r>
    </w:p>
    <w:p w14:paraId="2B7418F2"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Network IT requirements</w:t>
      </w:r>
      <w:r w:rsidRPr="00D2471D">
        <w:rPr>
          <w:rStyle w:val="eop"/>
          <w:rFonts w:ascii="Arial" w:hAnsi="Arial" w:cs="Arial"/>
          <w:sz w:val="22"/>
          <w:szCs w:val="22"/>
        </w:rPr>
        <w:t> </w:t>
      </w:r>
    </w:p>
    <w:p w14:paraId="1FEDC772"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Low voltage wiring requirements</w:t>
      </w:r>
      <w:r w:rsidRPr="00D2471D">
        <w:rPr>
          <w:rStyle w:val="eop"/>
          <w:rFonts w:ascii="Arial" w:hAnsi="Arial" w:cs="Arial"/>
          <w:sz w:val="22"/>
          <w:szCs w:val="22"/>
        </w:rPr>
        <w:t> </w:t>
      </w:r>
    </w:p>
    <w:p w14:paraId="0009177E"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Sensor coverage requirements</w:t>
      </w:r>
    </w:p>
    <w:p w14:paraId="77D6DD4A"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Daylight control requirements</w:t>
      </w:r>
    </w:p>
    <w:p w14:paraId="08F459A5"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Installer responsibilities</w:t>
      </w:r>
      <w:r w:rsidRPr="00D2471D">
        <w:rPr>
          <w:rStyle w:val="eop"/>
          <w:rFonts w:ascii="Arial" w:hAnsi="Arial" w:cs="Arial"/>
          <w:sz w:val="22"/>
          <w:szCs w:val="22"/>
        </w:rPr>
        <w:t> </w:t>
      </w:r>
    </w:p>
    <w:p w14:paraId="211FD680" w14:textId="77777777" w:rsidR="00422211" w:rsidRPr="00D2471D" w:rsidRDefault="00422211" w:rsidP="004222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Startup and training schedule and actions</w:t>
      </w:r>
      <w:r w:rsidRPr="00D2471D">
        <w:rPr>
          <w:rStyle w:val="eop"/>
          <w:rFonts w:ascii="Arial" w:hAnsi="Arial" w:cs="Arial"/>
          <w:sz w:val="22"/>
          <w:szCs w:val="22"/>
        </w:rPr>
        <w:t> </w:t>
      </w:r>
    </w:p>
    <w:p w14:paraId="5D74B1E2"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60D90C95"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1.05</w:t>
      </w:r>
      <w:r w:rsidRPr="00D2471D">
        <w:rPr>
          <w:rFonts w:ascii="Arial" w:hAnsi="Arial" w:cs="Arial"/>
          <w:bCs/>
          <w:sz w:val="22"/>
          <w:szCs w:val="22"/>
        </w:rPr>
        <w:tab/>
        <w:t>DRAWINGS</w:t>
      </w:r>
    </w:p>
    <w:p w14:paraId="01C49609" w14:textId="77777777" w:rsidR="00422211" w:rsidRPr="00D2471D" w:rsidRDefault="00422211" w:rsidP="00422211">
      <w:pPr>
        <w:tabs>
          <w:tab w:val="left" w:pos="576"/>
          <w:tab w:val="left" w:pos="1008"/>
          <w:tab w:val="left" w:pos="1440"/>
          <w:tab w:val="left" w:pos="1872"/>
        </w:tabs>
        <w:rPr>
          <w:rFonts w:ascii="Arial" w:hAnsi="Arial" w:cs="Arial"/>
          <w:sz w:val="22"/>
          <w:szCs w:val="22"/>
        </w:rPr>
      </w:pPr>
    </w:p>
    <w:p w14:paraId="6DBC8BF1" w14:textId="77777777" w:rsidR="00422211" w:rsidRPr="00D2471D" w:rsidRDefault="00422211" w:rsidP="00422211">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The drawings, which constitute a part of these specifications, indicate the general location of the</w:t>
      </w:r>
      <w:r w:rsidRPr="00D2471D">
        <w:rPr>
          <w:rStyle w:val="normaltextrun"/>
          <w:rFonts w:ascii="Arial" w:eastAsiaTheme="majorEastAsia" w:hAnsi="Arial" w:cs="Arial"/>
          <w:sz w:val="22"/>
          <w:szCs w:val="22"/>
        </w:rPr>
        <w:t xml:space="preserve"> </w:t>
      </w:r>
      <w:r w:rsidRPr="00D2471D">
        <w:rPr>
          <w:rStyle w:val="normaltextrun"/>
          <w:rFonts w:ascii="Arial" w:eastAsiaTheme="majorEastAsia" w:hAnsi="Arial" w:cs="Arial"/>
          <w:szCs w:val="22"/>
        </w:rPr>
        <w:t>luminaires.  Data presented on these drawings is as accurate as preliminary surveys and planning can determine until final equipment selection is made.  Accuracy is not guaranteed and field verification of all dimensions, routing, etc., is required.</w:t>
      </w:r>
    </w:p>
    <w:p w14:paraId="755190FD" w14:textId="77777777" w:rsidR="00422211" w:rsidRPr="00D2471D" w:rsidRDefault="00422211" w:rsidP="00422211">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Specifications and drawings are for assistance and guidance, but exact locations, distances and</w:t>
      </w:r>
      <w:r w:rsidRPr="00D2471D">
        <w:rPr>
          <w:rStyle w:val="normaltextrun"/>
          <w:rFonts w:eastAsiaTheme="majorEastAsia"/>
          <w:szCs w:val="22"/>
        </w:rPr>
        <w:t xml:space="preserve"> </w:t>
      </w:r>
      <w:r w:rsidRPr="00D2471D">
        <w:rPr>
          <w:rStyle w:val="normaltextrun"/>
          <w:rFonts w:ascii="Arial" w:eastAsiaTheme="majorEastAsia" w:hAnsi="Arial" w:cs="Arial"/>
          <w:szCs w:val="22"/>
        </w:rPr>
        <w:t>levels will be governed by actual field conditions.  Contractor is directed to make field surveys as part of his work prior to submitting system layout drawings.</w:t>
      </w:r>
    </w:p>
    <w:p w14:paraId="5534352B"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4EE884D1" w14:textId="77777777" w:rsidR="00422211" w:rsidRPr="00116DCD" w:rsidRDefault="00422211" w:rsidP="00422211">
      <w:pPr>
        <w:tabs>
          <w:tab w:val="left" w:pos="576"/>
          <w:tab w:val="left" w:pos="1008"/>
          <w:tab w:val="left" w:pos="1440"/>
          <w:tab w:val="left" w:pos="1872"/>
        </w:tabs>
        <w:rPr>
          <w:rFonts w:ascii="Arial" w:hAnsi="Arial" w:cs="Arial"/>
          <w:bCs/>
          <w:sz w:val="22"/>
          <w:szCs w:val="22"/>
        </w:rPr>
      </w:pPr>
      <w:r w:rsidRPr="00116DCD">
        <w:rPr>
          <w:rFonts w:ascii="Arial" w:hAnsi="Arial" w:cs="Arial"/>
          <w:bCs/>
          <w:sz w:val="22"/>
          <w:szCs w:val="22"/>
        </w:rPr>
        <w:t>1.06</w:t>
      </w:r>
      <w:r w:rsidRPr="00116DCD">
        <w:rPr>
          <w:rFonts w:ascii="Arial" w:hAnsi="Arial" w:cs="Arial"/>
          <w:bCs/>
          <w:sz w:val="22"/>
          <w:szCs w:val="22"/>
        </w:rPr>
        <w:tab/>
        <w:t>QUALITY ASSURANCE</w:t>
      </w:r>
    </w:p>
    <w:p w14:paraId="493C29BB" w14:textId="77777777" w:rsidR="00422211" w:rsidRPr="00116DCD" w:rsidRDefault="00422211" w:rsidP="00422211">
      <w:pPr>
        <w:tabs>
          <w:tab w:val="left" w:pos="576"/>
          <w:tab w:val="left" w:pos="1008"/>
          <w:tab w:val="left" w:pos="1440"/>
          <w:tab w:val="left" w:pos="1872"/>
        </w:tabs>
        <w:rPr>
          <w:rFonts w:ascii="Arial" w:hAnsi="Arial" w:cs="Arial"/>
          <w:bCs/>
          <w:sz w:val="22"/>
          <w:szCs w:val="22"/>
        </w:rPr>
      </w:pPr>
    </w:p>
    <w:p w14:paraId="2419C2AD" w14:textId="77777777" w:rsidR="00422211" w:rsidRPr="00116DC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Product shall confirm to requirements outlined in NFPA 70. </w:t>
      </w:r>
    </w:p>
    <w:p w14:paraId="0B4E353A" w14:textId="77777777" w:rsidR="00422211" w:rsidRPr="00646E78" w:rsidRDefault="00422211" w:rsidP="00422211">
      <w:pPr>
        <w:pStyle w:val="ListParagraph"/>
        <w:numPr>
          <w:ilvl w:val="0"/>
          <w:numId w:val="25"/>
        </w:numPr>
        <w:rPr>
          <w:rStyle w:val="normaltextrun"/>
          <w:rFonts w:ascii="Arial" w:eastAsiaTheme="majorEastAsia" w:hAnsi="Arial" w:cs="Arial"/>
          <w:sz w:val="22"/>
          <w:szCs w:val="22"/>
        </w:rPr>
      </w:pPr>
      <w:bookmarkStart w:id="0" w:name="_Hlk69485166"/>
      <w:r w:rsidRPr="00646E78">
        <w:rPr>
          <w:rStyle w:val="normaltextrun"/>
          <w:rFonts w:ascii="Arial" w:eastAsiaTheme="majorEastAsia" w:hAnsi="Arial" w:cs="Arial"/>
          <w:sz w:val="22"/>
          <w:szCs w:val="22"/>
        </w:rPr>
        <w:t xml:space="preserve">Luminaire manufacturer needs to demonstrate in excess of 30 years of experience in manufacturing </w:t>
      </w:r>
      <w:r>
        <w:rPr>
          <w:rStyle w:val="normaltextrun"/>
          <w:rFonts w:ascii="Arial" w:eastAsiaTheme="majorEastAsia" w:hAnsi="Arial" w:cs="Arial"/>
          <w:sz w:val="22"/>
          <w:szCs w:val="22"/>
        </w:rPr>
        <w:t>indoor</w:t>
      </w:r>
      <w:r w:rsidRPr="00646E78">
        <w:rPr>
          <w:rStyle w:val="normaltextrun"/>
          <w:rFonts w:ascii="Arial" w:eastAsiaTheme="majorEastAsia" w:hAnsi="Arial" w:cs="Arial"/>
          <w:sz w:val="22"/>
          <w:szCs w:val="22"/>
        </w:rPr>
        <w:t xml:space="preserve"> luminaires for the North American market and 10 years of </w:t>
      </w:r>
      <w:r w:rsidRPr="00646E78">
        <w:rPr>
          <w:rStyle w:val="normaltextrun"/>
          <w:rFonts w:ascii="Arial" w:eastAsiaTheme="majorEastAsia" w:hAnsi="Arial" w:cs="Arial"/>
          <w:sz w:val="22"/>
          <w:szCs w:val="22"/>
        </w:rPr>
        <w:lastRenderedPageBreak/>
        <w:t>experience in manufacturing LED luminaires and controls for the North American market. Manufacturers that do not have at least 10 years of experience shall not be acceptable.</w:t>
      </w:r>
    </w:p>
    <w:bookmarkEnd w:id="0"/>
    <w:p w14:paraId="525CA565" w14:textId="77777777" w:rsidR="00422211" w:rsidRPr="00116DC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System components listed by an OSHA Nationally Recognized Testing Laboratory specifically for the electronic ballast/driver loads.  Provide evidence of compliance upon request. Listed by FCC specifically for the required wireless communication protocols. Provide evidence of compliance upon request.   </w:t>
      </w:r>
    </w:p>
    <w:p w14:paraId="4741FDCA" w14:textId="77777777" w:rsidR="00422211" w:rsidRPr="00116DC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Luminaires shall be fully assembled and individually electrically tested prior to shipment.</w:t>
      </w:r>
    </w:p>
    <w:p w14:paraId="49B21004" w14:textId="77777777" w:rsidR="00422211" w:rsidRPr="00116DC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Manufacturers of LED luminaires shall demonstrate a suitable testing program incorporating high heat, high humidity and thermal shock test regimens to ensure system reliability and to substantiate lifetime claims.</w:t>
      </w:r>
    </w:p>
    <w:p w14:paraId="4F1D36EE" w14:textId="77777777" w:rsidR="00422211" w:rsidRPr="00116DC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The sole use of IES LM-80 data to predict luminaire lifetime is not acceptable. You must use in-situ data at 25C ambient and EnergyStar.gov TM-21 calculator to determine the TM-21 life and Lumen Maintenance.</w:t>
      </w:r>
    </w:p>
    <w:p w14:paraId="270F81CE" w14:textId="77777777" w:rsidR="00422211" w:rsidRPr="00D2471D" w:rsidRDefault="00422211" w:rsidP="004222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Luminaires shall be provided with a 5 year warranty covering, LEDs, drivers and paint finish. Driver warranty must be serviced by fixture manufacturer not outsourced to the driver manufacturer.</w:t>
      </w:r>
    </w:p>
    <w:p w14:paraId="18F3729C" w14:textId="77777777" w:rsidR="00422211" w:rsidRPr="00D2471D" w:rsidRDefault="00422211" w:rsidP="00422211">
      <w:pPr>
        <w:tabs>
          <w:tab w:val="left" w:pos="576"/>
          <w:tab w:val="left" w:pos="1008"/>
          <w:tab w:val="left" w:pos="1440"/>
          <w:tab w:val="left" w:pos="1872"/>
        </w:tabs>
        <w:rPr>
          <w:rFonts w:ascii="Arial" w:hAnsi="Arial" w:cs="Arial"/>
          <w:bCs/>
          <w:color w:val="000000" w:themeColor="text1"/>
          <w:sz w:val="22"/>
          <w:szCs w:val="22"/>
        </w:rPr>
      </w:pPr>
    </w:p>
    <w:p w14:paraId="4E809C0B"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1.07</w:t>
      </w:r>
      <w:r w:rsidRPr="00D2471D">
        <w:rPr>
          <w:rFonts w:ascii="Arial" w:hAnsi="Arial" w:cs="Arial"/>
          <w:bCs/>
          <w:sz w:val="22"/>
          <w:szCs w:val="22"/>
        </w:rPr>
        <w:tab/>
        <w:t>SUBMITTALS</w:t>
      </w:r>
    </w:p>
    <w:p w14:paraId="36EF35E0" w14:textId="77777777" w:rsidR="00422211" w:rsidRPr="00D2471D" w:rsidRDefault="00422211" w:rsidP="00422211">
      <w:pPr>
        <w:tabs>
          <w:tab w:val="left" w:pos="576"/>
          <w:tab w:val="left" w:pos="1008"/>
          <w:tab w:val="left" w:pos="1440"/>
          <w:tab w:val="left" w:pos="1872"/>
        </w:tabs>
        <w:ind w:left="720" w:hanging="540"/>
        <w:rPr>
          <w:rFonts w:ascii="Arial" w:hAnsi="Arial" w:cs="Arial"/>
          <w:bCs/>
          <w:sz w:val="22"/>
          <w:szCs w:val="22"/>
        </w:rPr>
      </w:pPr>
    </w:p>
    <w:p w14:paraId="11F2B116" w14:textId="77777777" w:rsidR="00422211" w:rsidRPr="00D2471D" w:rsidRDefault="00422211" w:rsidP="00422211">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Submit product data on luminaires.  Product data to include, but not limited to materials, finishes, approvals, photometric performance, and dimensional information.</w:t>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p>
    <w:p w14:paraId="2680633F" w14:textId="77777777" w:rsidR="00422211" w:rsidRPr="00116DCD" w:rsidRDefault="00422211" w:rsidP="00422211">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LM79 and TM-30 report for each luminaire from a NVLAP accredited photometric laboratory.</w:t>
      </w:r>
      <w:r w:rsidRPr="00116DCD">
        <w:rPr>
          <w:rStyle w:val="normaltextrun"/>
          <w:rFonts w:ascii="Arial" w:eastAsiaTheme="majorEastAsia" w:hAnsi="Arial" w:cs="Arial"/>
          <w:szCs w:val="22"/>
        </w:rPr>
        <w:tab/>
      </w:r>
      <w:r w:rsidRPr="00116DCD">
        <w:rPr>
          <w:rStyle w:val="normaltextrun"/>
          <w:rFonts w:ascii="Arial" w:eastAsiaTheme="majorEastAsia" w:hAnsi="Arial" w:cs="Arial"/>
          <w:szCs w:val="22"/>
        </w:rPr>
        <w:tab/>
      </w:r>
    </w:p>
    <w:p w14:paraId="44AFD708"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28D926B3" w14:textId="77777777" w:rsidR="00422211" w:rsidRPr="00D2471D" w:rsidRDefault="00422211" w:rsidP="00422211">
      <w:pPr>
        <w:pStyle w:val="ListParagraph"/>
        <w:numPr>
          <w:ilvl w:val="1"/>
          <w:numId w:val="13"/>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   DELIVERY, STORAGE AND HANDLING</w:t>
      </w:r>
    </w:p>
    <w:p w14:paraId="2DAE5DDF"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1553FA5F" w14:textId="77777777" w:rsidR="00422211" w:rsidRPr="00D2471D" w:rsidRDefault="00422211" w:rsidP="004222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Ensure products are delivered as shipped, including pallet assembly and packaging has not been damaged in shipment.</w:t>
      </w:r>
      <w:r w:rsidRPr="00D2471D">
        <w:rPr>
          <w:rStyle w:val="eop"/>
          <w:rFonts w:ascii="Arial" w:hAnsi="Arial" w:cs="Arial"/>
          <w:sz w:val="22"/>
          <w:szCs w:val="22"/>
        </w:rPr>
        <w:t> </w:t>
      </w:r>
    </w:p>
    <w:p w14:paraId="51B8D77E" w14:textId="77777777" w:rsidR="00422211" w:rsidRPr="00D2471D" w:rsidRDefault="00422211" w:rsidP="004222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 clean, dry location in manufacturers original packaging.</w:t>
      </w:r>
      <w:r w:rsidRPr="00D2471D">
        <w:rPr>
          <w:rStyle w:val="eop"/>
          <w:rFonts w:ascii="Arial" w:hAnsi="Arial" w:cs="Arial"/>
          <w:sz w:val="22"/>
          <w:szCs w:val="22"/>
        </w:rPr>
        <w:t> </w:t>
      </w:r>
    </w:p>
    <w:p w14:paraId="3B2FD377" w14:textId="77777777" w:rsidR="00422211" w:rsidRPr="00D2471D" w:rsidRDefault="00422211" w:rsidP="004222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an environment that meets products ambient and storage temperature per products specification sheets.</w:t>
      </w:r>
      <w:r w:rsidRPr="00D2471D">
        <w:rPr>
          <w:rStyle w:val="eop"/>
          <w:rFonts w:ascii="Arial" w:hAnsi="Arial" w:cs="Arial"/>
          <w:sz w:val="22"/>
          <w:szCs w:val="22"/>
        </w:rPr>
        <w:t> </w:t>
      </w:r>
    </w:p>
    <w:p w14:paraId="34D05C24" w14:textId="77777777" w:rsidR="00422211" w:rsidRPr="00D2471D" w:rsidRDefault="00422211" w:rsidP="004222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The contractor is responsible for complete installation of the entire system according to strict factory standards and requirements.</w:t>
      </w:r>
      <w:r w:rsidRPr="00D2471D">
        <w:rPr>
          <w:rStyle w:val="eop"/>
          <w:rFonts w:ascii="Arial" w:hAnsi="Arial" w:cs="Arial"/>
          <w:sz w:val="22"/>
          <w:szCs w:val="22"/>
        </w:rPr>
        <w:t> </w:t>
      </w:r>
    </w:p>
    <w:p w14:paraId="386B97BC" w14:textId="77777777" w:rsidR="00422211" w:rsidRPr="00D2471D" w:rsidRDefault="00422211" w:rsidP="004222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D2471D">
        <w:rPr>
          <w:rStyle w:val="eop"/>
          <w:rFonts w:ascii="Arial" w:hAnsi="Arial" w:cs="Arial"/>
          <w:sz w:val="22"/>
          <w:szCs w:val="22"/>
        </w:rPr>
        <w:t> </w:t>
      </w:r>
    </w:p>
    <w:p w14:paraId="12A8EC27" w14:textId="77777777" w:rsidR="00422211" w:rsidRPr="00D2471D" w:rsidRDefault="00422211" w:rsidP="00422211">
      <w:pPr>
        <w:pStyle w:val="ListParagraph"/>
        <w:numPr>
          <w:ilvl w:val="0"/>
          <w:numId w:val="10"/>
        </w:numPr>
        <w:tabs>
          <w:tab w:val="left" w:pos="576"/>
          <w:tab w:val="left" w:pos="1008"/>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Deliver luminaires and components carefully to avoid breakage, bending and scoring finishes.  Do not install damaged equipment.</w:t>
      </w:r>
    </w:p>
    <w:p w14:paraId="75785A5F" w14:textId="77777777" w:rsidR="00422211" w:rsidRDefault="00422211" w:rsidP="00422211">
      <w:pPr>
        <w:pStyle w:val="ListParagraph"/>
        <w:numPr>
          <w:ilvl w:val="0"/>
          <w:numId w:val="10"/>
        </w:numPr>
        <w:tabs>
          <w:tab w:val="left" w:pos="576"/>
          <w:tab w:val="left" w:pos="1008"/>
          <w:tab w:val="left" w:pos="1440"/>
          <w:tab w:val="left" w:pos="1872"/>
        </w:tabs>
        <w:rPr>
          <w:rFonts w:ascii="Arial" w:hAnsi="Arial" w:cs="Arial"/>
          <w:sz w:val="22"/>
          <w:szCs w:val="22"/>
        </w:rPr>
      </w:pPr>
      <w:r w:rsidRPr="00D2471D">
        <w:rPr>
          <w:rFonts w:ascii="Arial" w:hAnsi="Arial" w:cs="Arial"/>
          <w:sz w:val="22"/>
          <w:szCs w:val="22"/>
        </w:rPr>
        <w:lastRenderedPageBreak/>
        <w:t>Store luminaires and accessories in original cartons and in clean dry space; protect from weather and construction traffic.</w:t>
      </w:r>
    </w:p>
    <w:p w14:paraId="252FF649" w14:textId="77777777" w:rsidR="00422211" w:rsidRPr="00052DC8" w:rsidRDefault="00422211" w:rsidP="00422211">
      <w:pPr>
        <w:pStyle w:val="ListParagraph"/>
        <w:numPr>
          <w:ilvl w:val="0"/>
          <w:numId w:val="10"/>
        </w:numPr>
        <w:tabs>
          <w:tab w:val="left" w:pos="576"/>
          <w:tab w:val="left" w:pos="1008"/>
          <w:tab w:val="left" w:pos="1440"/>
          <w:tab w:val="left" w:pos="1872"/>
        </w:tabs>
        <w:rPr>
          <w:rFonts w:ascii="Arial" w:hAnsi="Arial" w:cs="Arial"/>
          <w:sz w:val="22"/>
        </w:rPr>
      </w:pPr>
      <w:bookmarkStart w:id="1" w:name="_Hlk69485233"/>
      <w:r w:rsidRPr="00052DC8">
        <w:rPr>
          <w:rFonts w:ascii="Arial" w:hAnsi="Arial" w:cs="Arial"/>
          <w:sz w:val="22"/>
        </w:rPr>
        <w:t>Packaging will be in accordance with ISTA-1A</w:t>
      </w:r>
      <w:r>
        <w:rPr>
          <w:rFonts w:ascii="Arial" w:hAnsi="Arial" w:cs="Arial"/>
          <w:bCs/>
          <w:sz w:val="22"/>
        </w:rPr>
        <w:t>.</w:t>
      </w:r>
      <w:r w:rsidRPr="00052DC8">
        <w:rPr>
          <w:rFonts w:ascii="Arial" w:hAnsi="Arial" w:cs="Arial"/>
          <w:sz w:val="22"/>
        </w:rPr>
        <w:t xml:space="preserve"> </w:t>
      </w:r>
    </w:p>
    <w:bookmarkEnd w:id="1"/>
    <w:p w14:paraId="3C080717"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1B04DC84" w14:textId="77777777" w:rsidR="00422211" w:rsidRPr="00D2471D" w:rsidRDefault="00422211" w:rsidP="00422211">
      <w:pPr>
        <w:pStyle w:val="Heading1"/>
        <w:rPr>
          <w:rFonts w:ascii="Arial" w:hAnsi="Arial" w:cs="Arial"/>
          <w:sz w:val="22"/>
          <w:szCs w:val="22"/>
        </w:rPr>
      </w:pPr>
      <w:r w:rsidRPr="00D2471D">
        <w:rPr>
          <w:rFonts w:ascii="Arial" w:hAnsi="Arial" w:cs="Arial"/>
          <w:sz w:val="22"/>
          <w:szCs w:val="22"/>
        </w:rPr>
        <w:t>PART 2 PRODUCTS</w:t>
      </w:r>
    </w:p>
    <w:p w14:paraId="248C81A8"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3D56CB5F" w14:textId="77777777" w:rsidR="00422211" w:rsidRPr="00D2471D" w:rsidRDefault="00422211" w:rsidP="00422211">
      <w:pPr>
        <w:pStyle w:val="ListParagraph"/>
        <w:numPr>
          <w:ilvl w:val="1"/>
          <w:numId w:val="19"/>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ACCEPTABLE MANUFACTURERS </w:t>
      </w:r>
      <w:r w:rsidRPr="00D2471D">
        <w:rPr>
          <w:rFonts w:ascii="Arial" w:hAnsi="Arial" w:cs="Arial"/>
          <w:sz w:val="22"/>
          <w:szCs w:val="22"/>
        </w:rPr>
        <w:t>AND LUMINAIRES</w:t>
      </w:r>
    </w:p>
    <w:p w14:paraId="45C4BDF9"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27B8D7B8" w14:textId="77777777" w:rsidR="00422211" w:rsidRPr="00D2471D" w:rsidRDefault="00422211" w:rsidP="00422211">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 xml:space="preserve">Manufacturer and luminaire:  Subject to compliance with these specifications, luminaires shall be Cooper Lighting Corelite </w:t>
      </w:r>
      <w:r>
        <w:rPr>
          <w:rStyle w:val="normaltextrun"/>
          <w:rFonts w:ascii="Arial" w:eastAsiaTheme="majorEastAsia" w:hAnsi="Arial" w:cs="Arial"/>
          <w:szCs w:val="22"/>
        </w:rPr>
        <w:t>CTA</w:t>
      </w:r>
      <w:r w:rsidRPr="00D2471D">
        <w:rPr>
          <w:rStyle w:val="normaltextrun"/>
          <w:rFonts w:ascii="Arial" w:eastAsiaTheme="majorEastAsia" w:hAnsi="Arial" w:cs="Arial"/>
          <w:szCs w:val="22"/>
        </w:rPr>
        <w:t xml:space="preserve">-XX-LED-X-, (or engineer approved equal). </w:t>
      </w:r>
    </w:p>
    <w:p w14:paraId="793874A6" w14:textId="77777777" w:rsidR="00422211" w:rsidRPr="00D2471D" w:rsidRDefault="00422211" w:rsidP="00422211">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S</w:t>
      </w:r>
      <w:r w:rsidRPr="00D2471D">
        <w:rPr>
          <w:rStyle w:val="normaltextrun"/>
          <w:rFonts w:ascii="Arial" w:eastAsiaTheme="majorEastAsia" w:hAnsi="Arial" w:cs="Arial"/>
          <w:sz w:val="22"/>
          <w:szCs w:val="22"/>
        </w:rPr>
        <w:t>ubstitutions:</w:t>
      </w:r>
      <w:r w:rsidRPr="00D2471D">
        <w:rPr>
          <w:rStyle w:val="normaltextrun"/>
          <w:rFonts w:ascii="Arial" w:eastAsiaTheme="majorEastAsia" w:hAnsi="Arial" w:cs="Arial"/>
        </w:rPr>
        <w:t> </w:t>
      </w:r>
    </w:p>
    <w:p w14:paraId="21CE0685" w14:textId="77777777" w:rsidR="00422211" w:rsidRPr="00D2471D" w:rsidRDefault="00422211" w:rsidP="00422211">
      <w:pPr>
        <w:pStyle w:val="paragraph"/>
        <w:numPr>
          <w:ilvl w:val="1"/>
          <w:numId w:val="2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By using pre-approved substitutions, the contractor accepts responsibility and associated costs for all required modifications to circuitry, devices and wiring. The contractor shall provide complete engineered shop drawings (including power and control wiring) with deviations from the original design, highlighted in an alternate color, to the engineer for review and approval prior to rough-in.</w:t>
      </w:r>
    </w:p>
    <w:p w14:paraId="77DCCDFE"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6CD77385"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2.02</w:t>
      </w:r>
      <w:r w:rsidRPr="00D2471D">
        <w:rPr>
          <w:rFonts w:ascii="Arial" w:hAnsi="Arial" w:cs="Arial"/>
          <w:bCs/>
          <w:sz w:val="22"/>
          <w:szCs w:val="22"/>
        </w:rPr>
        <w:tab/>
        <w:t>LED LUMINAIRES</w:t>
      </w:r>
    </w:p>
    <w:p w14:paraId="2077A509"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29031D84" w14:textId="77777777" w:rsidR="00422211" w:rsidRPr="00D2471D" w:rsidRDefault="00422211" w:rsidP="00422211">
      <w:pPr>
        <w:numPr>
          <w:ilvl w:val="0"/>
          <w:numId w:val="2"/>
        </w:numPr>
        <w:tabs>
          <w:tab w:val="left" w:pos="576"/>
          <w:tab w:val="left" w:pos="1440"/>
          <w:tab w:val="left" w:pos="1872"/>
        </w:tabs>
        <w:rPr>
          <w:rFonts w:ascii="Arial" w:hAnsi="Arial" w:cs="Arial"/>
          <w:bCs/>
          <w:sz w:val="22"/>
          <w:szCs w:val="22"/>
        </w:rPr>
      </w:pPr>
      <w:r w:rsidRPr="00D2471D">
        <w:rPr>
          <w:rFonts w:ascii="Arial" w:hAnsi="Arial" w:cs="Arial"/>
          <w:bCs/>
          <w:sz w:val="22"/>
          <w:szCs w:val="22"/>
        </w:rPr>
        <w:t>General:  Except as otherwise indicated, provide LED luminaires, of types and sizes indicated on fixture schedules.</w:t>
      </w:r>
    </w:p>
    <w:p w14:paraId="77902339" w14:textId="77777777" w:rsidR="00422211" w:rsidRPr="00116DCD" w:rsidRDefault="00422211" w:rsidP="00422211">
      <w:pPr>
        <w:numPr>
          <w:ilvl w:val="0"/>
          <w:numId w:val="2"/>
        </w:numPr>
        <w:tabs>
          <w:tab w:val="left" w:pos="576"/>
          <w:tab w:val="left" w:pos="1440"/>
          <w:tab w:val="left" w:pos="1872"/>
        </w:tabs>
        <w:rPr>
          <w:rFonts w:ascii="Arial" w:hAnsi="Arial" w:cs="Arial"/>
          <w:bCs/>
          <w:sz w:val="22"/>
          <w:szCs w:val="22"/>
        </w:rPr>
      </w:pPr>
      <w:r w:rsidRPr="00116DCD">
        <w:rPr>
          <w:rFonts w:ascii="Arial" w:hAnsi="Arial" w:cs="Arial"/>
          <w:bCs/>
          <w:sz w:val="22"/>
          <w:szCs w:val="22"/>
        </w:rPr>
        <w:t>Specifications for each luminaire are as follows:</w:t>
      </w:r>
    </w:p>
    <w:p w14:paraId="6FA42C7A" w14:textId="77777777" w:rsidR="00422211" w:rsidRPr="00116DCD" w:rsidRDefault="00422211" w:rsidP="00422211">
      <w:pPr>
        <w:tabs>
          <w:tab w:val="left" w:pos="576"/>
          <w:tab w:val="left" w:pos="1440"/>
          <w:tab w:val="left" w:pos="1872"/>
        </w:tabs>
        <w:rPr>
          <w:rFonts w:ascii="Arial" w:hAnsi="Arial" w:cs="Arial"/>
          <w:bCs/>
          <w:sz w:val="22"/>
          <w:szCs w:val="22"/>
        </w:rPr>
      </w:pPr>
    </w:p>
    <w:p w14:paraId="084B3E62"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consist of an assembly that utilizes LEDs as the light source.  In addition, a complete luminaire shall consist of a housing, LED array, and electronic driver (power supply).  Drivers shall have 2.5kVA surge protection.</w:t>
      </w:r>
    </w:p>
    <w:p w14:paraId="49A4E508"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1D1B11" w:themeColor="background2" w:themeShade="1A"/>
          <w:sz w:val="22"/>
          <w:szCs w:val="22"/>
        </w:rPr>
        <w:t xml:space="preserve">Reported lumen maintenance shall be greater than 84% per TM-21-11 after 60,000 hours </w:t>
      </w:r>
      <w:r w:rsidRPr="00116DCD">
        <w:rPr>
          <w:rFonts w:ascii="Arial" w:hAnsi="Arial" w:cs="Arial"/>
          <w:b w:val="0"/>
          <w:color w:val="auto"/>
          <w:sz w:val="22"/>
          <w:szCs w:val="22"/>
        </w:rPr>
        <w:t>of luminaire operation in an ambient environment of 25ºC (77ºF). This data must be TM-21 compliant and derived from the EnergyStar.gov TM-21 Calculator.</w:t>
      </w:r>
      <w:r w:rsidRPr="00116DCD">
        <w:rPr>
          <w:rFonts w:ascii="Arial" w:hAnsi="Arial" w:cs="Arial"/>
          <w:b w:val="0"/>
          <w:color w:val="FF0000"/>
          <w:sz w:val="22"/>
          <w:szCs w:val="22"/>
        </w:rPr>
        <w:t xml:space="preserve"> </w:t>
      </w:r>
    </w:p>
    <w:p w14:paraId="55F33CEC"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rated operating temperature range shall be </w:t>
      </w:r>
      <w:r w:rsidRPr="00116DCD">
        <w:rPr>
          <w:rFonts w:ascii="Arial" w:hAnsi="Arial" w:cs="Arial"/>
          <w:b w:val="0"/>
          <w:color w:val="0D0D0D" w:themeColor="text1" w:themeTint="F2"/>
          <w:sz w:val="22"/>
          <w:szCs w:val="22"/>
        </w:rPr>
        <w:t>25°C</w:t>
      </w:r>
      <w:r w:rsidRPr="00116DCD">
        <w:rPr>
          <w:rFonts w:ascii="Arial" w:hAnsi="Arial" w:cs="Arial"/>
          <w:b w:val="0"/>
          <w:color w:val="auto"/>
          <w:sz w:val="22"/>
          <w:szCs w:val="22"/>
        </w:rPr>
        <w:t>.</w:t>
      </w:r>
    </w:p>
    <w:p w14:paraId="6F74FB7B"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Photometry must be compliant with IESNA LM-79.  </w:t>
      </w:r>
    </w:p>
    <w:p w14:paraId="75E07E0A"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meet all parameters of this specification throughout the minimum operational life.</w:t>
      </w:r>
    </w:p>
    <w:p w14:paraId="40503640"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individual LEDs shall be constructed such that a catastrophic loss or the failure of one LED will not result in the loss of the entire luminaire. </w:t>
      </w:r>
    </w:p>
    <w:p w14:paraId="603E0F63"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Luminaire shall be constructed such that LED modules may be replaced or repaired without replacement of whole luminaire. </w:t>
      </w:r>
    </w:p>
    <w:p w14:paraId="47E13683" w14:textId="77777777" w:rsidR="00422211" w:rsidRPr="00116DCD" w:rsidRDefault="00422211" w:rsidP="004222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lastRenderedPageBreak/>
        <w:t>Each luminaire shall be listed with Underwriters Laboratory, Inc. under UL1598 for luminaires, or an approved equivalent standard from a nationally recognized testing laboratory.</w:t>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p>
    <w:p w14:paraId="25F5087F" w14:textId="77777777" w:rsidR="00422211" w:rsidRPr="00116DCD" w:rsidRDefault="00422211" w:rsidP="00422211">
      <w:pPr>
        <w:pStyle w:val="Heading1"/>
        <w:keepNext w:val="0"/>
        <w:numPr>
          <w:ilvl w:val="0"/>
          <w:numId w:val="2"/>
        </w:numPr>
        <w:tabs>
          <w:tab w:val="clear" w:pos="576"/>
          <w:tab w:val="clear" w:pos="1440"/>
          <w:tab w:val="clear" w:pos="1872"/>
          <w:tab w:val="left" w:pos="432"/>
        </w:tabs>
        <w:spacing w:before="120"/>
        <w:rPr>
          <w:rFonts w:ascii="Arial" w:hAnsi="Arial" w:cs="Arial"/>
          <w:b w:val="0"/>
          <w:bCs/>
          <w:sz w:val="22"/>
          <w:szCs w:val="22"/>
        </w:rPr>
      </w:pPr>
      <w:r w:rsidRPr="00116DCD">
        <w:rPr>
          <w:rFonts w:ascii="Arial" w:hAnsi="Arial" w:cs="Arial"/>
          <w:b w:val="0"/>
          <w:bCs/>
          <w:sz w:val="22"/>
          <w:szCs w:val="22"/>
        </w:rPr>
        <w:t>Technical Requirements</w:t>
      </w:r>
    </w:p>
    <w:p w14:paraId="4453BFDC" w14:textId="77777777" w:rsidR="00422211" w:rsidRPr="00116DCD" w:rsidRDefault="00422211" w:rsidP="00422211">
      <w:pPr>
        <w:ind w:left="570"/>
        <w:rPr>
          <w:rFonts w:ascii="Arial" w:hAnsi="Arial" w:cs="Arial"/>
          <w:bCs/>
          <w:sz w:val="22"/>
          <w:szCs w:val="22"/>
        </w:rPr>
      </w:pPr>
    </w:p>
    <w:p w14:paraId="5BF43EF3" w14:textId="77777777" w:rsidR="00422211" w:rsidRPr="00116DCD" w:rsidRDefault="00422211" w:rsidP="00422211">
      <w:pPr>
        <w:pStyle w:val="Heading212ptBlack"/>
        <w:numPr>
          <w:ilvl w:val="0"/>
          <w:numId w:val="30"/>
        </w:numPr>
        <w:ind w:hanging="285"/>
        <w:rPr>
          <w:rFonts w:ascii="Arial" w:hAnsi="Arial" w:cs="Arial"/>
          <w:b w:val="0"/>
          <w:color w:val="auto"/>
          <w:sz w:val="22"/>
          <w:szCs w:val="22"/>
        </w:rPr>
      </w:pPr>
      <w:r w:rsidRPr="00116DCD">
        <w:rPr>
          <w:rFonts w:ascii="Arial" w:hAnsi="Arial" w:cs="Arial"/>
          <w:b w:val="0"/>
          <w:color w:val="auto"/>
          <w:sz w:val="22"/>
          <w:szCs w:val="22"/>
        </w:rPr>
        <w:t>Electrical</w:t>
      </w:r>
    </w:p>
    <w:p w14:paraId="441FDCEC" w14:textId="77777777" w:rsidR="00422211" w:rsidRPr="00116DCD" w:rsidRDefault="00422211" w:rsidP="00422211">
      <w:pPr>
        <w:pStyle w:val="Heading3"/>
        <w:keepNext w:val="0"/>
        <w:numPr>
          <w:ilvl w:val="0"/>
          <w:numId w:val="5"/>
        </w:numPr>
        <w:tabs>
          <w:tab w:val="clear" w:pos="576"/>
          <w:tab w:val="clear" w:pos="1008"/>
          <w:tab w:val="clear" w:pos="1872"/>
        </w:tabs>
        <w:spacing w:before="120"/>
        <w:rPr>
          <w:rFonts w:ascii="Arial" w:hAnsi="Arial" w:cs="Arial"/>
          <w:szCs w:val="22"/>
        </w:rPr>
      </w:pPr>
      <w:r w:rsidRPr="00116DCD">
        <w:rPr>
          <w:rFonts w:ascii="Arial" w:hAnsi="Arial" w:cs="Arial"/>
          <w:b w:val="0"/>
          <w:bCs/>
          <w:szCs w:val="22"/>
        </w:rPr>
        <w:t xml:space="preserve">Luminaire shall have a minimum </w:t>
      </w:r>
      <w:r w:rsidRPr="002B6D9D">
        <w:rPr>
          <w:rFonts w:ascii="Arial" w:hAnsi="Arial" w:cs="Arial"/>
          <w:b w:val="0"/>
          <w:bCs/>
          <w:szCs w:val="22"/>
        </w:rPr>
        <w:t xml:space="preserve">efficacy of </w:t>
      </w:r>
      <w:r w:rsidRPr="00C74806">
        <w:rPr>
          <w:rFonts w:ascii="Arial" w:hAnsi="Arial" w:cs="Arial"/>
          <w:bCs/>
          <w:szCs w:val="22"/>
        </w:rPr>
        <w:t>115</w:t>
      </w:r>
      <w:r w:rsidRPr="00C74806">
        <w:rPr>
          <w:rFonts w:ascii="Arial" w:hAnsi="Arial" w:cs="Arial"/>
          <w:b w:val="0"/>
          <w:bCs/>
          <w:szCs w:val="22"/>
        </w:rPr>
        <w:t xml:space="preserve"> lumens per watt</w:t>
      </w:r>
      <w:r w:rsidRPr="002B6D9D">
        <w:rPr>
          <w:rFonts w:ascii="Arial" w:hAnsi="Arial" w:cs="Arial"/>
          <w:b w:val="0"/>
          <w:bCs/>
          <w:szCs w:val="22"/>
        </w:rPr>
        <w:t xml:space="preserve"> and</w:t>
      </w:r>
      <w:r w:rsidRPr="00116DCD">
        <w:rPr>
          <w:rFonts w:ascii="Arial" w:hAnsi="Arial" w:cs="Arial"/>
          <w:b w:val="0"/>
          <w:bCs/>
          <w:szCs w:val="22"/>
        </w:rPr>
        <w:t xml:space="preserve"> shall consume no more than </w:t>
      </w:r>
      <w:r w:rsidRPr="00116DCD">
        <w:rPr>
          <w:rFonts w:ascii="Arial" w:hAnsi="Arial" w:cs="Arial"/>
          <w:b w:val="0"/>
          <w:szCs w:val="22"/>
        </w:rPr>
        <w:t>24 watts per linear foot</w:t>
      </w:r>
      <w:r w:rsidRPr="00116DCD">
        <w:rPr>
          <w:rFonts w:ascii="Arial" w:hAnsi="Arial" w:cs="Arial"/>
          <w:b w:val="0"/>
          <w:bCs/>
          <w:szCs w:val="22"/>
        </w:rPr>
        <w:t>.  The luminaire shall not consume power in the off state.</w:t>
      </w:r>
    </w:p>
    <w:p w14:paraId="156B321D" w14:textId="77777777" w:rsidR="00422211" w:rsidRPr="00116DCD" w:rsidRDefault="00422211" w:rsidP="00422211">
      <w:pPr>
        <w:rPr>
          <w:rFonts w:ascii="Arial" w:hAnsi="Arial" w:cs="Arial"/>
          <w:bCs/>
          <w:sz w:val="22"/>
          <w:szCs w:val="22"/>
        </w:rPr>
      </w:pPr>
    </w:p>
    <w:p w14:paraId="4C6E36FC"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Operation Voltage: The luminaire shall operate from a 60 HZ ±3 HZ AC line over a voltage ranging from 120-277 VAC and 347 VAC.  All driver shall not utilize step down transformers to achieve operating voltage.  The fluctuations of line voltage shall have no visible effect on the luminous output.</w:t>
      </w:r>
    </w:p>
    <w:p w14:paraId="3B404115" w14:textId="77777777" w:rsidR="00422211" w:rsidRPr="00116DCD" w:rsidRDefault="00422211" w:rsidP="00422211">
      <w:pPr>
        <w:pStyle w:val="ListParagraph"/>
        <w:rPr>
          <w:rFonts w:ascii="Arial" w:hAnsi="Arial" w:cs="Arial"/>
          <w:bCs/>
          <w:sz w:val="22"/>
          <w:szCs w:val="22"/>
        </w:rPr>
      </w:pPr>
    </w:p>
    <w:p w14:paraId="2B0D8CCF"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 xml:space="preserve">Fixture shall be continuously wired through all sections and utilize push-in connectors. </w:t>
      </w:r>
    </w:p>
    <w:p w14:paraId="41DFB44B" w14:textId="77777777" w:rsidR="00422211" w:rsidRPr="00116DCD" w:rsidRDefault="00422211" w:rsidP="00422211">
      <w:pPr>
        <w:rPr>
          <w:rFonts w:ascii="Arial" w:hAnsi="Arial" w:cs="Arial"/>
          <w:bCs/>
          <w:sz w:val="22"/>
          <w:szCs w:val="22"/>
        </w:rPr>
      </w:pPr>
    </w:p>
    <w:p w14:paraId="3E148BF2"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Power Factor: The luminaire shall have a power factor of 0.9 or greater.</w:t>
      </w:r>
    </w:p>
    <w:p w14:paraId="35498F91" w14:textId="77777777" w:rsidR="00422211" w:rsidRPr="00116DCD" w:rsidRDefault="00422211" w:rsidP="00422211">
      <w:pPr>
        <w:rPr>
          <w:rFonts w:ascii="Arial" w:hAnsi="Arial" w:cs="Arial"/>
          <w:bCs/>
          <w:sz w:val="22"/>
          <w:szCs w:val="22"/>
        </w:rPr>
      </w:pPr>
    </w:p>
    <w:p w14:paraId="6215808B"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THD: Total harmonic distortion (current and voltage) induced into an AC power line by a luminaire shall not exceed 20 percent.</w:t>
      </w:r>
    </w:p>
    <w:p w14:paraId="6DF150A6" w14:textId="77777777" w:rsidR="00422211" w:rsidRPr="00116DCD" w:rsidRDefault="00422211" w:rsidP="00422211">
      <w:pPr>
        <w:rPr>
          <w:rFonts w:ascii="Arial" w:hAnsi="Arial" w:cs="Arial"/>
          <w:bCs/>
          <w:sz w:val="22"/>
          <w:szCs w:val="22"/>
        </w:rPr>
      </w:pP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p>
    <w:p w14:paraId="5DAFEFAE"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 xml:space="preserve">Operational Performance: The </w:t>
      </w:r>
      <w:r>
        <w:rPr>
          <w:rFonts w:ascii="Arial" w:hAnsi="Arial" w:cs="Arial"/>
          <w:bCs/>
          <w:sz w:val="22"/>
          <w:szCs w:val="22"/>
        </w:rPr>
        <w:t xml:space="preserve">driver and </w:t>
      </w:r>
      <w:r w:rsidRPr="00116DCD">
        <w:rPr>
          <w:rFonts w:ascii="Arial" w:hAnsi="Arial" w:cs="Arial"/>
          <w:bCs/>
          <w:sz w:val="22"/>
          <w:szCs w:val="22"/>
        </w:rPr>
        <w:t xml:space="preserve">LED circuitry shall prevent visible flicker to the unaided eye over the voltage range specified above. </w:t>
      </w:r>
      <w:r>
        <w:rPr>
          <w:rFonts w:ascii="Arial" w:hAnsi="Arial" w:cs="Arial"/>
          <w:bCs/>
          <w:sz w:val="22"/>
          <w:szCs w:val="22"/>
        </w:rPr>
        <w:t>Manufacturer shall provide documentation that fixture</w:t>
      </w:r>
      <w:r w:rsidRPr="00116DCD">
        <w:rPr>
          <w:rFonts w:ascii="Arial" w:hAnsi="Arial" w:cs="Arial"/>
          <w:bCs/>
          <w:sz w:val="22"/>
          <w:szCs w:val="22"/>
        </w:rPr>
        <w:t xml:space="preserve"> meet</w:t>
      </w:r>
      <w:r>
        <w:rPr>
          <w:rFonts w:ascii="Arial" w:hAnsi="Arial" w:cs="Arial"/>
          <w:bCs/>
          <w:sz w:val="22"/>
          <w:szCs w:val="22"/>
        </w:rPr>
        <w:t>s</w:t>
      </w:r>
      <w:r w:rsidRPr="00116DCD">
        <w:rPr>
          <w:rFonts w:ascii="Arial" w:hAnsi="Arial" w:cs="Arial"/>
          <w:bCs/>
          <w:sz w:val="22"/>
          <w:szCs w:val="22"/>
        </w:rPr>
        <w:t xml:space="preserve"> one of the follow criteria:</w:t>
      </w:r>
    </w:p>
    <w:p w14:paraId="418ADE52" w14:textId="77777777" w:rsidR="00422211" w:rsidRPr="00116DCD" w:rsidRDefault="00422211" w:rsidP="00422211">
      <w:pPr>
        <w:pStyle w:val="ListParagraph"/>
        <w:rPr>
          <w:rFonts w:ascii="Arial" w:hAnsi="Arial" w:cs="Arial"/>
          <w:bCs/>
          <w:sz w:val="22"/>
          <w:szCs w:val="22"/>
        </w:rPr>
      </w:pPr>
    </w:p>
    <w:p w14:paraId="077FD027" w14:textId="77777777" w:rsidR="00422211" w:rsidRPr="00116DCD" w:rsidRDefault="00422211" w:rsidP="00422211">
      <w:pPr>
        <w:numPr>
          <w:ilvl w:val="1"/>
          <w:numId w:val="28"/>
        </w:numPr>
        <w:rPr>
          <w:rFonts w:ascii="Arial" w:hAnsi="Arial" w:cs="Arial"/>
          <w:bCs/>
          <w:sz w:val="22"/>
          <w:szCs w:val="22"/>
        </w:rPr>
      </w:pPr>
      <w:r w:rsidRPr="00116DCD">
        <w:rPr>
          <w:rFonts w:ascii="Arial" w:hAnsi="Arial" w:cs="Arial"/>
          <w:bCs/>
          <w:sz w:val="22"/>
          <w:szCs w:val="22"/>
        </w:rPr>
        <w:t>Classified as “reduced flicker operation” per California Title 24, when tested according to the requirements in Joint Appendix JA-10.8</w:t>
      </w:r>
    </w:p>
    <w:p w14:paraId="4D610BE9" w14:textId="77777777" w:rsidR="00422211" w:rsidRPr="00116DCD" w:rsidRDefault="00422211" w:rsidP="00422211">
      <w:pPr>
        <w:numPr>
          <w:ilvl w:val="1"/>
          <w:numId w:val="28"/>
        </w:numPr>
        <w:rPr>
          <w:rFonts w:ascii="Arial" w:hAnsi="Arial" w:cs="Arial"/>
          <w:bCs/>
          <w:sz w:val="22"/>
          <w:szCs w:val="22"/>
        </w:rPr>
      </w:pPr>
      <w:r w:rsidRPr="00116DCD">
        <w:rPr>
          <w:rFonts w:ascii="Arial" w:hAnsi="Arial" w:cs="Arial"/>
          <w:bCs/>
          <w:sz w:val="22"/>
          <w:szCs w:val="22"/>
        </w:rPr>
        <w:t>Recommended practices 1, 2 or 3 as defined by IEEE standard 1789-2015 LED.9</w:t>
      </w:r>
    </w:p>
    <w:p w14:paraId="1F12B5C6" w14:textId="77777777" w:rsidR="00422211" w:rsidRPr="00116DCD" w:rsidRDefault="00422211" w:rsidP="00422211">
      <w:pPr>
        <w:numPr>
          <w:ilvl w:val="1"/>
          <w:numId w:val="28"/>
        </w:numPr>
        <w:rPr>
          <w:rFonts w:ascii="Arial" w:hAnsi="Arial" w:cs="Arial"/>
          <w:bCs/>
          <w:sz w:val="22"/>
          <w:szCs w:val="22"/>
        </w:rPr>
      </w:pPr>
      <w:r w:rsidRPr="00116DCD">
        <w:rPr>
          <w:rFonts w:ascii="Arial" w:hAnsi="Arial" w:cs="Arial"/>
          <w:bCs/>
          <w:sz w:val="22"/>
          <w:szCs w:val="22"/>
        </w:rPr>
        <w:t>Pst LM ≤ 1.0 and SVM ≤ 0.6 for indoor applications per NEMA 77-2017.10,11</w:t>
      </w:r>
    </w:p>
    <w:p w14:paraId="2BD43563" w14:textId="77777777" w:rsidR="00422211" w:rsidRPr="00116DCD" w:rsidRDefault="00422211" w:rsidP="00422211">
      <w:pPr>
        <w:rPr>
          <w:rFonts w:ascii="Arial" w:hAnsi="Arial" w:cs="Arial"/>
          <w:bCs/>
          <w:sz w:val="22"/>
          <w:szCs w:val="22"/>
        </w:rPr>
      </w:pPr>
    </w:p>
    <w:p w14:paraId="0710E33F" w14:textId="77777777" w:rsidR="00422211" w:rsidRPr="00116DCD" w:rsidRDefault="00422211" w:rsidP="00422211">
      <w:pPr>
        <w:numPr>
          <w:ilvl w:val="0"/>
          <w:numId w:val="5"/>
        </w:numPr>
        <w:rPr>
          <w:rFonts w:ascii="Arial" w:hAnsi="Arial" w:cs="Arial"/>
          <w:bCs/>
          <w:sz w:val="22"/>
          <w:szCs w:val="22"/>
        </w:rPr>
      </w:pPr>
      <w:r w:rsidRPr="00116DCD">
        <w:rPr>
          <w:rFonts w:ascii="Arial" w:hAnsi="Arial" w:cs="Arial"/>
          <w:bCs/>
          <w:sz w:val="22"/>
          <w:szCs w:val="22"/>
        </w:rPr>
        <w:t>RF Interference: LED Drivers must meet Class A emission limits referred in Federal Communications Commission (FCC) Title 47, CFR Part 15, class A regulations concerning the emission of electronic noise.</w:t>
      </w:r>
    </w:p>
    <w:p w14:paraId="2DEA97EB" w14:textId="77777777" w:rsidR="00422211" w:rsidRPr="00116DCD" w:rsidRDefault="00422211" w:rsidP="00422211">
      <w:pPr>
        <w:ind w:left="1656"/>
        <w:rPr>
          <w:rFonts w:ascii="Arial" w:hAnsi="Arial" w:cs="Arial"/>
          <w:bCs/>
          <w:sz w:val="22"/>
          <w:szCs w:val="22"/>
        </w:rPr>
      </w:pPr>
    </w:p>
    <w:p w14:paraId="1BD2D669" w14:textId="77777777" w:rsidR="00422211" w:rsidRPr="00116DCD" w:rsidRDefault="00422211" w:rsidP="00422211">
      <w:pPr>
        <w:pStyle w:val="ListParagraph"/>
        <w:numPr>
          <w:ilvl w:val="0"/>
          <w:numId w:val="5"/>
        </w:numPr>
        <w:rPr>
          <w:rFonts w:ascii="Arial" w:hAnsi="Arial" w:cs="Arial"/>
          <w:bCs/>
          <w:sz w:val="22"/>
          <w:szCs w:val="22"/>
        </w:rPr>
      </w:pPr>
      <w:r w:rsidRPr="00116DCD">
        <w:rPr>
          <w:rFonts w:ascii="Arial" w:hAnsi="Arial" w:cs="Arial"/>
          <w:bCs/>
          <w:sz w:val="22"/>
          <w:szCs w:val="22"/>
        </w:rPr>
        <w:t>Luminaire shall be Design Lights Consortium Qualified.</w:t>
      </w:r>
    </w:p>
    <w:p w14:paraId="02782AED" w14:textId="77777777" w:rsidR="00422211" w:rsidRPr="00116DCD" w:rsidRDefault="00422211" w:rsidP="00422211">
      <w:pPr>
        <w:pStyle w:val="ListParagraph"/>
        <w:ind w:left="1656"/>
        <w:rPr>
          <w:rFonts w:ascii="Arial" w:hAnsi="Arial" w:cs="Arial"/>
          <w:bCs/>
          <w:sz w:val="22"/>
          <w:szCs w:val="22"/>
        </w:rPr>
      </w:pPr>
    </w:p>
    <w:p w14:paraId="57138317" w14:textId="77777777" w:rsidR="00422211" w:rsidRPr="00116DCD" w:rsidRDefault="00422211" w:rsidP="00422211">
      <w:pPr>
        <w:pStyle w:val="ListParagraph"/>
        <w:numPr>
          <w:ilvl w:val="0"/>
          <w:numId w:val="5"/>
        </w:numPr>
        <w:rPr>
          <w:rFonts w:ascii="Arial" w:hAnsi="Arial" w:cs="Arial"/>
          <w:bCs/>
          <w:sz w:val="22"/>
          <w:szCs w:val="22"/>
        </w:rPr>
      </w:pPr>
      <w:r w:rsidRPr="00116DCD">
        <w:rPr>
          <w:rFonts w:ascii="Arial" w:hAnsi="Arial" w:cs="Arial"/>
          <w:bCs/>
          <w:sz w:val="22"/>
          <w:szCs w:val="22"/>
        </w:rPr>
        <w:t>Luminaire shall allow option for dedicated secondary emergency circuits, integral EM self-testing battery, and integral Automatic Load Control relay (ALCR) / UL924 relay if specified.</w:t>
      </w:r>
    </w:p>
    <w:p w14:paraId="2298DDA7" w14:textId="77777777" w:rsidR="00422211" w:rsidRPr="00116DCD" w:rsidRDefault="00422211" w:rsidP="00422211">
      <w:pPr>
        <w:rPr>
          <w:rFonts w:ascii="Arial" w:hAnsi="Arial" w:cs="Arial"/>
          <w:bCs/>
          <w:color w:val="FF0000"/>
          <w:sz w:val="22"/>
          <w:szCs w:val="22"/>
        </w:rPr>
      </w:pPr>
    </w:p>
    <w:p w14:paraId="5D7C2768" w14:textId="77777777" w:rsidR="00422211" w:rsidRPr="00116DCD" w:rsidRDefault="00422211" w:rsidP="00422211">
      <w:pPr>
        <w:pStyle w:val="Heading212ptBlack"/>
        <w:numPr>
          <w:ilvl w:val="0"/>
          <w:numId w:val="30"/>
        </w:numPr>
        <w:ind w:hanging="285"/>
        <w:rPr>
          <w:rFonts w:ascii="Arial" w:hAnsi="Arial" w:cs="Arial"/>
          <w:b w:val="0"/>
          <w:color w:val="auto"/>
          <w:sz w:val="22"/>
          <w:szCs w:val="22"/>
        </w:rPr>
      </w:pPr>
      <w:r w:rsidRPr="00116DCD">
        <w:rPr>
          <w:rFonts w:ascii="Arial" w:hAnsi="Arial" w:cs="Arial"/>
          <w:bCs w:val="0"/>
          <w:sz w:val="22"/>
          <w:szCs w:val="22"/>
        </w:rPr>
        <w:t>Photometric Requirements</w:t>
      </w:r>
    </w:p>
    <w:p w14:paraId="7F00B584" w14:textId="77777777" w:rsidR="00422211" w:rsidRPr="00D2471D" w:rsidRDefault="00422211" w:rsidP="00422211">
      <w:pPr>
        <w:pStyle w:val="Heading212ptBlack"/>
        <w:numPr>
          <w:ilvl w:val="1"/>
          <w:numId w:val="4"/>
        </w:numPr>
        <w:tabs>
          <w:tab w:val="clear" w:pos="2085"/>
          <w:tab w:val="num" w:pos="1620"/>
        </w:tabs>
        <w:ind w:left="1620" w:hanging="825"/>
        <w:rPr>
          <w:rFonts w:ascii="Arial" w:hAnsi="Arial" w:cs="Arial"/>
          <w:b w:val="0"/>
          <w:bCs w:val="0"/>
          <w:szCs w:val="22"/>
        </w:rPr>
      </w:pPr>
      <w:r w:rsidRPr="00D2471D">
        <w:rPr>
          <w:rFonts w:ascii="Arial" w:hAnsi="Arial" w:cs="Arial"/>
          <w:b w:val="0"/>
          <w:sz w:val="22"/>
          <w:szCs w:val="22"/>
        </w:rPr>
        <w:t xml:space="preserve">Optical Assemblies: </w:t>
      </w:r>
    </w:p>
    <w:p w14:paraId="59408901" w14:textId="77777777" w:rsidR="00422211" w:rsidRPr="00D2471D" w:rsidRDefault="00422211" w:rsidP="00422211">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Direct LEDs shall not be visible from below fixture.  Lens shall be encapsulated by end cap to prevent light leak at end of fixture.</w:t>
      </w:r>
    </w:p>
    <w:p w14:paraId="1BD4D58A" w14:textId="4836E21E" w:rsidR="00422211" w:rsidRPr="00D2471D" w:rsidRDefault="00422211" w:rsidP="00422211">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 xml:space="preserve">Indirect LEDs shall be provided with an over optic element that is serviceable/replaceable.  </w:t>
      </w:r>
    </w:p>
    <w:p w14:paraId="4F10D15E" w14:textId="77777777" w:rsidR="00422211" w:rsidRPr="00D2471D" w:rsidRDefault="00422211" w:rsidP="00422211">
      <w:pPr>
        <w:pStyle w:val="Heading212ptBlack"/>
        <w:numPr>
          <w:ilvl w:val="1"/>
          <w:numId w:val="4"/>
        </w:numPr>
        <w:tabs>
          <w:tab w:val="clear" w:pos="2085"/>
          <w:tab w:val="num" w:pos="1620"/>
        </w:tabs>
        <w:ind w:left="1620"/>
        <w:rPr>
          <w:rFonts w:ascii="Arial" w:hAnsi="Arial" w:cs="Arial"/>
          <w:b w:val="0"/>
          <w:bCs w:val="0"/>
          <w:color w:val="0D0D0D" w:themeColor="text1" w:themeTint="F2"/>
          <w:szCs w:val="22"/>
        </w:rPr>
      </w:pPr>
      <w:r w:rsidRPr="00D2471D">
        <w:rPr>
          <w:rFonts w:ascii="Arial" w:hAnsi="Arial" w:cs="Arial"/>
          <w:b w:val="0"/>
          <w:color w:val="0D0D0D" w:themeColor="text1" w:themeTint="F2"/>
          <w:sz w:val="22"/>
          <w:szCs w:val="22"/>
        </w:rPr>
        <w:t xml:space="preserve">Light Color/Quality: The luminaire shall have a correlated color temperature (CCT) tolerance of  (3) MacAdam ellipses. The color rendition index (CRI) shall be a nominal 80 with an option for 90+.  </w:t>
      </w:r>
    </w:p>
    <w:p w14:paraId="533CF2DE" w14:textId="77777777" w:rsidR="00422211" w:rsidRPr="00D2471D" w:rsidRDefault="00422211" w:rsidP="004222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provide a customizable uplight lumen output with a minimum of 250lms/ft in 250 lumen increments</w:t>
      </w:r>
      <w:r>
        <w:rPr>
          <w:rFonts w:ascii="Arial" w:hAnsi="Arial" w:cs="Arial"/>
          <w:b w:val="0"/>
          <w:color w:val="0D0D0D" w:themeColor="text1" w:themeTint="F2"/>
          <w:sz w:val="22"/>
          <w:szCs w:val="22"/>
        </w:rPr>
        <w:t>.</w:t>
      </w:r>
    </w:p>
    <w:p w14:paraId="643E01D1" w14:textId="77777777" w:rsidR="00422211" w:rsidRPr="00D2471D" w:rsidRDefault="00422211" w:rsidP="004222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provide a customizable downlight lumen output with a minimum of 200lms/ft in 250 lumen increments</w:t>
      </w:r>
      <w:r>
        <w:rPr>
          <w:rFonts w:ascii="Arial" w:hAnsi="Arial" w:cs="Arial"/>
          <w:b w:val="0"/>
          <w:color w:val="0D0D0D" w:themeColor="text1" w:themeTint="F2"/>
          <w:sz w:val="22"/>
          <w:szCs w:val="22"/>
        </w:rPr>
        <w:t>.</w:t>
      </w:r>
    </w:p>
    <w:p w14:paraId="4695AFC0" w14:textId="77777777" w:rsidR="00422211" w:rsidRPr="00D2471D" w:rsidRDefault="00422211" w:rsidP="004222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be capable of adjusting up and down lighting distributions</w:t>
      </w:r>
      <w:r>
        <w:rPr>
          <w:rFonts w:ascii="Arial" w:hAnsi="Arial" w:cs="Arial"/>
          <w:b w:val="0"/>
          <w:color w:val="0D0D0D" w:themeColor="text1" w:themeTint="F2"/>
          <w:sz w:val="22"/>
          <w:szCs w:val="22"/>
        </w:rPr>
        <w:t>.</w:t>
      </w:r>
      <w:r w:rsidRPr="00D2471D">
        <w:rPr>
          <w:rFonts w:ascii="Arial" w:hAnsi="Arial" w:cs="Arial"/>
          <w:b w:val="0"/>
          <w:color w:val="0D0D0D" w:themeColor="text1" w:themeTint="F2"/>
          <w:sz w:val="22"/>
          <w:szCs w:val="22"/>
        </w:rPr>
        <w:t xml:space="preserve"> </w:t>
      </w:r>
    </w:p>
    <w:p w14:paraId="77842BFE" w14:textId="77777777" w:rsidR="00422211" w:rsidRPr="00D2471D" w:rsidRDefault="00422211" w:rsidP="00422211">
      <w:pPr>
        <w:rPr>
          <w:rFonts w:ascii="Arial" w:hAnsi="Arial" w:cs="Arial"/>
          <w:b/>
          <w:sz w:val="22"/>
          <w:szCs w:val="22"/>
        </w:rPr>
      </w:pPr>
    </w:p>
    <w:p w14:paraId="2498A7E9" w14:textId="77777777" w:rsidR="00422211" w:rsidRPr="00D2471D" w:rsidRDefault="00422211" w:rsidP="004222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Thermal Management</w:t>
      </w:r>
    </w:p>
    <w:p w14:paraId="0F6E5A35" w14:textId="77777777" w:rsidR="00422211" w:rsidRPr="00D2471D" w:rsidRDefault="00422211" w:rsidP="00422211">
      <w:pPr>
        <w:pStyle w:val="Heading3"/>
        <w:keepNext w:val="0"/>
        <w:numPr>
          <w:ilvl w:val="0"/>
          <w:numId w:val="6"/>
        </w:numPr>
        <w:tabs>
          <w:tab w:val="clear" w:pos="576"/>
          <w:tab w:val="clear" w:pos="1008"/>
          <w:tab w:val="clear" w:pos="1656"/>
          <w:tab w:val="clear" w:pos="1872"/>
          <w:tab w:val="num" w:pos="1710"/>
        </w:tabs>
        <w:spacing w:before="120"/>
        <w:ind w:left="1620"/>
        <w:rPr>
          <w:rFonts w:ascii="Arial" w:hAnsi="Arial" w:cs="Arial"/>
          <w:b w:val="0"/>
          <w:bCs/>
          <w:szCs w:val="22"/>
        </w:rPr>
      </w:pPr>
      <w:r w:rsidRPr="00D2471D">
        <w:rPr>
          <w:rFonts w:ascii="Arial" w:hAnsi="Arial" w:cs="Arial"/>
          <w:b w:val="0"/>
          <w:bCs/>
          <w:szCs w:val="22"/>
        </w:rPr>
        <w:t>The thermal management (of the heat generated by the LEDs) shall be of</w:t>
      </w:r>
      <w:r w:rsidRPr="00A24D3D">
        <w:rPr>
          <w:rFonts w:ascii="Arial" w:hAnsi="Arial" w:cs="Arial"/>
          <w:b w:val="0"/>
          <w:bCs/>
          <w:szCs w:val="22"/>
        </w:rPr>
        <w:t xml:space="preserve"> </w:t>
      </w:r>
      <w:r w:rsidRPr="00D2471D">
        <w:rPr>
          <w:rFonts w:ascii="Arial" w:hAnsi="Arial" w:cs="Arial"/>
          <w:b w:val="0"/>
          <w:bCs/>
          <w:szCs w:val="22"/>
        </w:rPr>
        <w:t>sufficient capacity to assure proper operation of the luminaire over the</w:t>
      </w:r>
      <w:r w:rsidRPr="00A24D3D">
        <w:rPr>
          <w:rFonts w:ascii="Arial" w:hAnsi="Arial" w:cs="Arial"/>
          <w:b w:val="0"/>
          <w:bCs/>
          <w:szCs w:val="22"/>
        </w:rPr>
        <w:t xml:space="preserve"> </w:t>
      </w:r>
      <w:r w:rsidRPr="00D2471D">
        <w:rPr>
          <w:rFonts w:ascii="Arial" w:hAnsi="Arial" w:cs="Arial"/>
          <w:b w:val="0"/>
          <w:bCs/>
          <w:szCs w:val="22"/>
        </w:rPr>
        <w:t xml:space="preserve">expected useful life. </w:t>
      </w:r>
    </w:p>
    <w:p w14:paraId="17875E73" w14:textId="77777777" w:rsidR="00422211" w:rsidRPr="00D2471D" w:rsidRDefault="00422211" w:rsidP="00422211">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sidRPr="00D2471D">
        <w:rPr>
          <w:rFonts w:ascii="Arial" w:hAnsi="Arial" w:cs="Arial"/>
          <w:b w:val="0"/>
          <w:bCs/>
          <w:szCs w:val="22"/>
        </w:rPr>
        <w:t>The LED manufacturer’s maximum thermal pad temperature for the expected life shall not be exceeded.</w:t>
      </w:r>
    </w:p>
    <w:p w14:paraId="3F3F2849" w14:textId="77777777" w:rsidR="00422211" w:rsidRPr="00D2471D" w:rsidRDefault="00422211" w:rsidP="00422211">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Pr>
          <w:rFonts w:ascii="Arial" w:hAnsi="Arial" w:cs="Arial"/>
          <w:b w:val="0"/>
          <w:bCs/>
          <w:szCs w:val="22"/>
        </w:rPr>
        <w:t xml:space="preserve">   </w:t>
      </w:r>
      <w:r w:rsidRPr="00D2471D">
        <w:rPr>
          <w:rFonts w:ascii="Arial" w:hAnsi="Arial" w:cs="Arial"/>
          <w:b w:val="0"/>
          <w:bCs/>
          <w:szCs w:val="22"/>
        </w:rPr>
        <w:t xml:space="preserve">Thermal management shall be passive by design. The use of fans or other mechanical devices shall not be allowed.  </w:t>
      </w:r>
    </w:p>
    <w:p w14:paraId="74F94F6F" w14:textId="77777777" w:rsidR="00422211" w:rsidRPr="00D2471D" w:rsidRDefault="00422211" w:rsidP="00422211">
      <w:pPr>
        <w:pStyle w:val="BodyText"/>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1B694A24" w14:textId="77777777" w:rsidR="00422211" w:rsidRPr="00D2471D" w:rsidRDefault="00422211" w:rsidP="00422211">
      <w:pPr>
        <w:pStyle w:val="Heading212ptBlack"/>
        <w:numPr>
          <w:ilvl w:val="0"/>
          <w:numId w:val="4"/>
        </w:numPr>
        <w:tabs>
          <w:tab w:val="clear" w:pos="1365"/>
          <w:tab w:val="num" w:pos="1440"/>
        </w:tabs>
        <w:ind w:left="1440"/>
        <w:rPr>
          <w:rFonts w:ascii="Arial" w:hAnsi="Arial" w:cs="Arial"/>
          <w:bCs w:val="0"/>
          <w:sz w:val="22"/>
          <w:szCs w:val="22"/>
        </w:rPr>
      </w:pPr>
      <w:r w:rsidRPr="00D2471D">
        <w:rPr>
          <w:rFonts w:ascii="Arial" w:hAnsi="Arial" w:cs="Arial"/>
          <w:b w:val="0"/>
          <w:color w:val="auto"/>
          <w:sz w:val="22"/>
          <w:szCs w:val="22"/>
        </w:rPr>
        <w:t>Physical and Mechanical Requirements</w:t>
      </w:r>
    </w:p>
    <w:p w14:paraId="314E0173" w14:textId="77777777" w:rsidR="00422211" w:rsidRPr="00D2471D" w:rsidRDefault="00422211" w:rsidP="00422211">
      <w:pPr>
        <w:ind w:left="1005"/>
        <w:rPr>
          <w:rFonts w:ascii="Arial" w:hAnsi="Arial" w:cs="Arial"/>
          <w:bCs/>
          <w:sz w:val="22"/>
          <w:szCs w:val="22"/>
        </w:rPr>
      </w:pPr>
    </w:p>
    <w:p w14:paraId="189A5F5D" w14:textId="77777777" w:rsidR="00422211" w:rsidRPr="00D2471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t>Fixture shall be constructed of a single-piece extruded aluminum housing.</w:t>
      </w:r>
    </w:p>
    <w:p w14:paraId="75492A4E" w14:textId="77777777" w:rsidR="00422211" w:rsidRPr="00D2471D" w:rsidRDefault="00422211" w:rsidP="00422211">
      <w:pPr>
        <w:tabs>
          <w:tab w:val="num" w:pos="1656"/>
        </w:tabs>
        <w:ind w:left="1656"/>
        <w:rPr>
          <w:rFonts w:ascii="Arial" w:hAnsi="Arial" w:cs="Arial"/>
          <w:bCs/>
          <w:sz w:val="22"/>
          <w:szCs w:val="22"/>
        </w:rPr>
      </w:pPr>
    </w:p>
    <w:p w14:paraId="12E8E308" w14:textId="77777777" w:rsidR="00422211" w:rsidRPr="00D2471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t>Fixture segments shall be able to be con</w:t>
      </w:r>
      <w:r>
        <w:rPr>
          <w:rFonts w:ascii="Arial" w:hAnsi="Arial" w:cs="Arial"/>
          <w:bCs/>
          <w:sz w:val="22"/>
          <w:szCs w:val="22"/>
        </w:rPr>
        <w:t>s</w:t>
      </w:r>
      <w:r w:rsidRPr="00D2471D">
        <w:rPr>
          <w:rFonts w:ascii="Arial" w:hAnsi="Arial" w:cs="Arial"/>
          <w:bCs/>
          <w:sz w:val="22"/>
          <w:szCs w:val="22"/>
        </w:rPr>
        <w:t xml:space="preserve">tructed up to 12’ to minimize suspension points. </w:t>
      </w:r>
    </w:p>
    <w:p w14:paraId="0B5A6494" w14:textId="77777777" w:rsidR="00422211" w:rsidRPr="00D2471D" w:rsidRDefault="00422211" w:rsidP="00422211">
      <w:pPr>
        <w:tabs>
          <w:tab w:val="num" w:pos="1656"/>
        </w:tabs>
        <w:ind w:left="1656"/>
        <w:rPr>
          <w:rFonts w:ascii="Arial" w:hAnsi="Arial" w:cs="Arial"/>
          <w:bCs/>
          <w:sz w:val="22"/>
          <w:szCs w:val="22"/>
        </w:rPr>
      </w:pPr>
    </w:p>
    <w:p w14:paraId="25D13DDC" w14:textId="77777777" w:rsidR="00422211" w:rsidRPr="00D2471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lastRenderedPageBreak/>
        <w:t>Suspension hardware shall be aircraft cable which is capable of field adjustment along the length of the fixture.</w:t>
      </w:r>
    </w:p>
    <w:p w14:paraId="673EEE52" w14:textId="77777777" w:rsidR="00422211" w:rsidRPr="00D2471D" w:rsidRDefault="00422211" w:rsidP="00422211">
      <w:pPr>
        <w:tabs>
          <w:tab w:val="num" w:pos="1656"/>
        </w:tabs>
        <w:ind w:left="1656"/>
        <w:rPr>
          <w:rFonts w:ascii="Arial" w:hAnsi="Arial" w:cs="Arial"/>
          <w:bCs/>
          <w:sz w:val="22"/>
          <w:szCs w:val="22"/>
        </w:rPr>
      </w:pPr>
    </w:p>
    <w:p w14:paraId="7449B1FA" w14:textId="77777777" w:rsidR="00422211" w:rsidRPr="00D2471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t>The maximum weight of the luminaire shall be 5 lbs/ft.</w:t>
      </w:r>
    </w:p>
    <w:p w14:paraId="4A3DBD21" w14:textId="77777777" w:rsidR="00422211" w:rsidRPr="00D2471D" w:rsidRDefault="00422211" w:rsidP="00422211">
      <w:pPr>
        <w:tabs>
          <w:tab w:val="num" w:pos="1656"/>
        </w:tabs>
        <w:ind w:left="1656"/>
        <w:rPr>
          <w:rFonts w:ascii="Arial" w:hAnsi="Arial" w:cs="Arial"/>
          <w:bCs/>
          <w:sz w:val="22"/>
          <w:szCs w:val="22"/>
        </w:rPr>
      </w:pPr>
    </w:p>
    <w:p w14:paraId="3D8D77D3" w14:textId="77777777" w:rsidR="00422211" w:rsidRPr="00D2471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t>The housing shall meet the requirements for NEMA/UL dry/damp location and be UL listed.</w:t>
      </w:r>
    </w:p>
    <w:p w14:paraId="773AB583" w14:textId="77777777" w:rsidR="00422211" w:rsidRPr="00D2471D" w:rsidRDefault="00422211" w:rsidP="00422211">
      <w:pPr>
        <w:tabs>
          <w:tab w:val="num" w:pos="1656"/>
        </w:tabs>
        <w:ind w:left="1656"/>
        <w:rPr>
          <w:rFonts w:ascii="Arial" w:hAnsi="Arial" w:cs="Arial"/>
          <w:bCs/>
          <w:sz w:val="22"/>
          <w:szCs w:val="22"/>
        </w:rPr>
      </w:pPr>
    </w:p>
    <w:p w14:paraId="225256F5" w14:textId="77777777" w:rsidR="00422211" w:rsidRPr="00A24D3D" w:rsidRDefault="00422211" w:rsidP="00422211">
      <w:pPr>
        <w:numPr>
          <w:ilvl w:val="0"/>
          <w:numId w:val="7"/>
        </w:numPr>
        <w:ind w:hanging="396"/>
        <w:rPr>
          <w:rFonts w:ascii="Arial" w:hAnsi="Arial" w:cs="Arial"/>
          <w:bCs/>
          <w:sz w:val="22"/>
          <w:szCs w:val="22"/>
        </w:rPr>
      </w:pPr>
      <w:r w:rsidRPr="00D2471D">
        <w:rPr>
          <w:rFonts w:ascii="Arial" w:hAnsi="Arial" w:cs="Arial"/>
          <w:bCs/>
          <w:sz w:val="22"/>
          <w:szCs w:val="22"/>
        </w:rPr>
        <w:t>Luminaire to include standard 1% 0-10V dimming driver and options for DALI 2.0.</w:t>
      </w:r>
    </w:p>
    <w:p w14:paraId="4BDEABED" w14:textId="77777777" w:rsidR="00422211" w:rsidRPr="00D2471D" w:rsidRDefault="00422211" w:rsidP="00422211">
      <w:pPr>
        <w:tabs>
          <w:tab w:val="num" w:pos="1656"/>
        </w:tabs>
        <w:ind w:left="1656"/>
        <w:rPr>
          <w:rFonts w:ascii="Arial" w:hAnsi="Arial" w:cs="Arial"/>
          <w:bCs/>
          <w:sz w:val="22"/>
          <w:szCs w:val="22"/>
        </w:rPr>
      </w:pPr>
      <w:r w:rsidRPr="00D2471D">
        <w:rPr>
          <w:rFonts w:ascii="Arial" w:hAnsi="Arial" w:cs="Arial"/>
          <w:bCs/>
          <w:sz w:val="22"/>
          <w:szCs w:val="22"/>
        </w:rPr>
        <w:t xml:space="preserve">  </w:t>
      </w:r>
    </w:p>
    <w:p w14:paraId="38768268" w14:textId="77777777" w:rsidR="00422211" w:rsidRPr="00D2471D" w:rsidRDefault="00422211" w:rsidP="00422211">
      <w:pPr>
        <w:pStyle w:val="ListParagraph"/>
        <w:numPr>
          <w:ilvl w:val="0"/>
          <w:numId w:val="7"/>
        </w:numPr>
        <w:ind w:hanging="396"/>
        <w:rPr>
          <w:rFonts w:ascii="Arial" w:hAnsi="Arial" w:cs="Arial"/>
          <w:bCs/>
          <w:sz w:val="22"/>
          <w:szCs w:val="22"/>
        </w:rPr>
      </w:pPr>
      <w:r w:rsidRPr="00D2471D">
        <w:rPr>
          <w:rFonts w:ascii="Arial" w:hAnsi="Arial" w:cs="Arial"/>
          <w:bCs/>
          <w:sz w:val="22"/>
          <w:szCs w:val="22"/>
        </w:rPr>
        <w:t>Luminaire shall be constructed such that driver may be replaced or repaired without the replacement of the whole fixture.</w:t>
      </w:r>
    </w:p>
    <w:p w14:paraId="3575AB6B" w14:textId="77777777" w:rsidR="00422211" w:rsidRPr="00D2471D" w:rsidRDefault="00422211" w:rsidP="00422211">
      <w:pPr>
        <w:ind w:left="1296"/>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7E3E0754" w14:textId="77777777" w:rsidR="00422211" w:rsidRPr="00D2471D" w:rsidRDefault="00422211" w:rsidP="004222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Materials</w:t>
      </w:r>
    </w:p>
    <w:p w14:paraId="2CAC0B17" w14:textId="77777777" w:rsidR="00422211" w:rsidRPr="00D2471D" w:rsidRDefault="00422211" w:rsidP="00422211">
      <w:pPr>
        <w:pStyle w:val="Heading212ptBlack"/>
        <w:numPr>
          <w:ilvl w:val="0"/>
          <w:numId w:val="8"/>
        </w:numPr>
        <w:rPr>
          <w:rFonts w:ascii="Arial" w:hAnsi="Arial" w:cs="Arial"/>
          <w:b w:val="0"/>
          <w:color w:val="auto"/>
          <w:sz w:val="22"/>
          <w:szCs w:val="22"/>
        </w:rPr>
      </w:pPr>
      <w:r w:rsidRPr="00D2471D">
        <w:rPr>
          <w:rFonts w:ascii="Arial" w:hAnsi="Arial" w:cs="Arial"/>
          <w:b w:val="0"/>
          <w:color w:val="auto"/>
          <w:sz w:val="22"/>
          <w:szCs w:val="22"/>
        </w:rPr>
        <w:t xml:space="preserve">Fixture shall be </w:t>
      </w:r>
      <w:r w:rsidRPr="003C0AF4">
        <w:rPr>
          <w:rFonts w:ascii="Arial" w:hAnsi="Arial" w:cs="Arial"/>
          <w:b w:val="0"/>
          <w:color w:val="auto"/>
          <w:sz w:val="22"/>
          <w:szCs w:val="22"/>
        </w:rPr>
        <w:t>constructed</w:t>
      </w:r>
      <w:r w:rsidRPr="00D2471D">
        <w:rPr>
          <w:rFonts w:ascii="Arial" w:hAnsi="Arial" w:cs="Arial"/>
          <w:b w:val="0"/>
          <w:color w:val="auto"/>
          <w:sz w:val="22"/>
          <w:szCs w:val="22"/>
        </w:rPr>
        <w:t xml:space="preserve"> extruded aluminum housing.</w:t>
      </w:r>
    </w:p>
    <w:p w14:paraId="5F3248A5" w14:textId="77777777" w:rsidR="00422211" w:rsidRPr="00D2471D" w:rsidRDefault="00422211" w:rsidP="00422211">
      <w:pPr>
        <w:pStyle w:val="Heading212ptBlack"/>
        <w:numPr>
          <w:ilvl w:val="0"/>
          <w:numId w:val="8"/>
        </w:numPr>
        <w:rPr>
          <w:rFonts w:ascii="Arial" w:hAnsi="Arial" w:cs="Arial"/>
          <w:b w:val="0"/>
          <w:color w:val="auto"/>
          <w:sz w:val="22"/>
          <w:szCs w:val="22"/>
        </w:rPr>
      </w:pPr>
      <w:r w:rsidRPr="00D2471D">
        <w:rPr>
          <w:rFonts w:ascii="Arial" w:hAnsi="Arial" w:cs="Arial"/>
          <w:b w:val="0"/>
          <w:color w:val="auto"/>
          <w:sz w:val="22"/>
          <w:szCs w:val="22"/>
        </w:rPr>
        <w:t>End caps shall be die cast, mechanically attached to fixture without exposed fasteners, and allow for thermal expansion of lens to eliminate light leak.</w:t>
      </w:r>
    </w:p>
    <w:p w14:paraId="2719D33C" w14:textId="77777777" w:rsidR="00422211" w:rsidRPr="00D2471D" w:rsidRDefault="00422211" w:rsidP="00422211">
      <w:pPr>
        <w:rPr>
          <w:rFonts w:ascii="Arial" w:hAnsi="Arial" w:cs="Arial"/>
          <w:sz w:val="22"/>
          <w:szCs w:val="22"/>
        </w:rPr>
      </w:pPr>
    </w:p>
    <w:p w14:paraId="24C970DA" w14:textId="77777777" w:rsidR="00422211" w:rsidRPr="00D2471D" w:rsidRDefault="00422211" w:rsidP="00422211">
      <w:pPr>
        <w:pStyle w:val="Heading3"/>
        <w:numPr>
          <w:ilvl w:val="0"/>
          <w:numId w:val="8"/>
        </w:numPr>
        <w:spacing w:before="120"/>
        <w:rPr>
          <w:rFonts w:ascii="Arial" w:hAnsi="Arial" w:cs="Arial"/>
          <w:b w:val="0"/>
          <w:bCs/>
          <w:szCs w:val="22"/>
        </w:rPr>
      </w:pPr>
      <w:r w:rsidRPr="00D2471D">
        <w:rPr>
          <w:rFonts w:ascii="Arial" w:hAnsi="Arial" w:cs="Arial"/>
          <w:b w:val="0"/>
          <w:bCs/>
          <w:szCs w:val="22"/>
        </w:rPr>
        <w:t>Lens shall be acrylic and able to be produced in a single piece up to 100’ in length without the need for seems, welds or any type of joint.  High resistance to yellowing and other changes due to aging, exposure to heat, and UV radiation.</w:t>
      </w:r>
    </w:p>
    <w:p w14:paraId="5EFB1CAE" w14:textId="77777777" w:rsidR="00422211" w:rsidRPr="00D2471D" w:rsidRDefault="00422211" w:rsidP="00422211">
      <w:pPr>
        <w:rPr>
          <w:rFonts w:ascii="Arial" w:hAnsi="Arial" w:cs="Arial"/>
          <w:sz w:val="22"/>
          <w:szCs w:val="22"/>
        </w:rPr>
      </w:pPr>
    </w:p>
    <w:p w14:paraId="628835F8" w14:textId="77777777" w:rsidR="00422211" w:rsidRPr="00D2471D" w:rsidRDefault="00422211" w:rsidP="004222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Connected Sensors and Controls</w:t>
      </w:r>
    </w:p>
    <w:p w14:paraId="1E8B677A"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Product: WaveLinx Integrated Sensor [WAA][WAB]</w:t>
      </w:r>
      <w:r>
        <w:rPr>
          <w:rStyle w:val="normaltextrun"/>
          <w:rFonts w:ascii="Arial" w:eastAsiaTheme="majorEastAsia" w:hAnsi="Arial" w:cs="Arial"/>
          <w:sz w:val="22"/>
          <w:szCs w:val="22"/>
        </w:rPr>
        <w:t>.</w:t>
      </w:r>
    </w:p>
    <w:p w14:paraId="650D7AE0"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Luminaire shall include an integrated sensor providing Luminaire Level Lighting Controls.  </w:t>
      </w:r>
    </w:p>
    <w:p w14:paraId="512FCF1F"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Luminaire sensor shall control ON/OFF/DIM of the luminaire via wireless control</w:t>
      </w:r>
      <w:r>
        <w:rPr>
          <w:rStyle w:val="normaltextrun"/>
          <w:rFonts w:ascii="Arial" w:eastAsiaTheme="majorEastAsia" w:hAnsi="Arial" w:cs="Arial"/>
          <w:sz w:val="22"/>
          <w:szCs w:val="22"/>
        </w:rPr>
        <w:t>.</w:t>
      </w:r>
    </w:p>
    <w:p w14:paraId="3229B9BF"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Luminaire Integrated Sensor shall provide occupancy, daylighting and wireless control of the luminair</w:t>
      </w:r>
      <w:r w:rsidRPr="00F351AD">
        <w:rPr>
          <w:rStyle w:val="normaltextrun"/>
          <w:rFonts w:ascii="Arial" w:eastAsiaTheme="majorEastAsia" w:hAnsi="Arial" w:cs="Arial"/>
          <w:sz w:val="22"/>
          <w:szCs w:val="22"/>
        </w:rPr>
        <w:t>e</w:t>
      </w:r>
      <w:r>
        <w:rPr>
          <w:rStyle w:val="normaltextrun"/>
          <w:rFonts w:ascii="Arial" w:eastAsiaTheme="majorEastAsia" w:hAnsi="Arial" w:cs="Arial"/>
          <w:sz w:val="22"/>
          <w:szCs w:val="22"/>
        </w:rPr>
        <w:t>.</w:t>
      </w:r>
    </w:p>
    <w:p w14:paraId="05C793EE" w14:textId="77777777" w:rsidR="00422211" w:rsidRDefault="00422211" w:rsidP="00422211">
      <w:pPr>
        <w:pStyle w:val="paragraph"/>
        <w:tabs>
          <w:tab w:val="left" w:pos="1710"/>
        </w:tabs>
        <w:spacing w:before="0" w:beforeAutospacing="0" w:after="0" w:afterAutospacing="0"/>
        <w:textAlignment w:val="baseline"/>
        <w:rPr>
          <w:rStyle w:val="normaltextrun"/>
          <w:rFonts w:ascii="Arial" w:eastAsiaTheme="majorEastAsia" w:hAnsi="Arial" w:cs="Arial"/>
          <w:sz w:val="22"/>
          <w:szCs w:val="22"/>
        </w:rPr>
      </w:pPr>
    </w:p>
    <w:p w14:paraId="5482C622" w14:textId="77777777" w:rsidR="00422211" w:rsidRPr="00D2471D" w:rsidRDefault="00422211" w:rsidP="00422211">
      <w:pPr>
        <w:pStyle w:val="paragraph"/>
        <w:numPr>
          <w:ilvl w:val="1"/>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Sensing mechanism:</w:t>
      </w:r>
    </w:p>
    <w:p w14:paraId="37F7FACA" w14:textId="77777777" w:rsidR="00422211" w:rsidRPr="00D2471D" w:rsidRDefault="00422211" w:rsidP="00422211"/>
    <w:p w14:paraId="3F5CFB90" w14:textId="77777777" w:rsidR="00422211" w:rsidRPr="00D2471D" w:rsidRDefault="00422211" w:rsidP="00422211">
      <w:pPr>
        <w:pStyle w:val="paragraph"/>
        <w:numPr>
          <w:ilvl w:val="0"/>
          <w:numId w:val="1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[Infrared]: Utilize multiple segmented lens, with internal grooves to eliminate dust and residue build-up.</w:t>
      </w:r>
      <w:r w:rsidRPr="00D2471D">
        <w:rPr>
          <w:rStyle w:val="normaltextrun"/>
          <w:rFonts w:eastAsiaTheme="majorEastAsia"/>
        </w:rPr>
        <w:t> </w:t>
      </w:r>
    </w:p>
    <w:p w14:paraId="6D2B9788" w14:textId="77777777" w:rsidR="00422211" w:rsidRPr="00D2471D" w:rsidRDefault="00422211" w:rsidP="00422211">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 xml:space="preserve">[Daylight]: Utilize integrated daylight sensor to provide closed loop daylight dimming control.  Each WaveLinx Integrated Sensor provides an individual daylight dimming zone to provide highly </w:t>
      </w:r>
      <w:r w:rsidRPr="00D2471D">
        <w:rPr>
          <w:rStyle w:val="normaltextrun"/>
          <w:rFonts w:ascii="Arial" w:eastAsiaTheme="majorEastAsia" w:hAnsi="Arial" w:cs="Arial"/>
          <w:sz w:val="22"/>
          <w:szCs w:val="22"/>
        </w:rPr>
        <w:lastRenderedPageBreak/>
        <w:t>accurate daylight levels at the work surface throughout the entire space.</w:t>
      </w:r>
      <w:r w:rsidRPr="00D2471D">
        <w:rPr>
          <w:rStyle w:val="eop"/>
          <w:rFonts w:ascii="Arial" w:hAnsi="Arial" w:cs="Arial"/>
          <w:sz w:val="22"/>
          <w:szCs w:val="22"/>
        </w:rPr>
        <w:t> </w:t>
      </w:r>
    </w:p>
    <w:p w14:paraId="3C611C8A" w14:textId="77777777" w:rsidR="00422211" w:rsidRPr="00D2471D" w:rsidRDefault="00422211" w:rsidP="00422211">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[Location]:  Utilize additional internal Bluetooth radio capable of offering Real Time Location Services (RTLS) – IoT Software Upgrade Required</w:t>
      </w:r>
      <w:r>
        <w:rPr>
          <w:rStyle w:val="normaltextrun"/>
          <w:rFonts w:ascii="Arial" w:eastAsiaTheme="majorEastAsia" w:hAnsi="Arial" w:cs="Arial"/>
          <w:sz w:val="22"/>
          <w:szCs w:val="22"/>
        </w:rPr>
        <w:t>.</w:t>
      </w:r>
      <w:r w:rsidRPr="00D2471D">
        <w:rPr>
          <w:rStyle w:val="eop"/>
          <w:rFonts w:ascii="Arial" w:hAnsi="Arial" w:cs="Arial"/>
          <w:sz w:val="22"/>
          <w:szCs w:val="22"/>
        </w:rPr>
        <w:t> </w:t>
      </w:r>
    </w:p>
    <w:p w14:paraId="7490B5C4" w14:textId="77777777" w:rsidR="00422211" w:rsidRPr="00D2471D" w:rsidRDefault="00422211" w:rsidP="00422211">
      <w:pPr>
        <w:pStyle w:val="paragraph"/>
        <w:numPr>
          <w:ilvl w:val="1"/>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Power failure memory:</w:t>
      </w:r>
      <w:r w:rsidRPr="00D2471D">
        <w:rPr>
          <w:rStyle w:val="normaltextrun"/>
          <w:rFonts w:eastAsiaTheme="majorEastAsia"/>
        </w:rPr>
        <w:t> </w:t>
      </w:r>
    </w:p>
    <w:p w14:paraId="6E9A2606" w14:textId="77777777" w:rsidR="00422211" w:rsidRPr="00D2471D" w:rsidRDefault="00422211" w:rsidP="00422211">
      <w:pPr>
        <w:pStyle w:val="paragraph"/>
        <w:numPr>
          <w:ilvl w:val="0"/>
          <w:numId w:val="17"/>
        </w:numPr>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Controls incorporate non-volatile memory.  Settings and parameters saved in protected memory shall not be lost should power be interrupted and subsequently restored.</w:t>
      </w:r>
      <w:r w:rsidRPr="00D2471D">
        <w:rPr>
          <w:rStyle w:val="normaltextrun"/>
          <w:rFonts w:eastAsiaTheme="majorEastAsia"/>
        </w:rPr>
        <w:t> </w:t>
      </w:r>
    </w:p>
    <w:p w14:paraId="2AB19DE8"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Products tested in identical manner, complaint to NEMA WD 7 -2011</w:t>
      </w:r>
      <w:r>
        <w:rPr>
          <w:rStyle w:val="normaltextrun"/>
          <w:rFonts w:ascii="Arial" w:eastAsiaTheme="majorEastAsia" w:hAnsi="Arial" w:cs="Arial"/>
          <w:sz w:val="22"/>
          <w:szCs w:val="22"/>
        </w:rPr>
        <w:t xml:space="preserve"> </w:t>
      </w:r>
      <w:r w:rsidRPr="00A14F1B">
        <w:rPr>
          <w:rStyle w:val="normaltextrun"/>
          <w:rFonts w:ascii="Arial" w:eastAsiaTheme="majorEastAsia" w:hAnsi="Arial" w:cs="Arial"/>
          <w:sz w:val="22"/>
          <w:szCs w:val="22"/>
        </w:rPr>
        <w:t>Occupancy Motion Sensors Standards</w:t>
      </w:r>
      <w:r>
        <w:rPr>
          <w:rStyle w:val="normaltextrun"/>
          <w:rFonts w:ascii="Arial" w:eastAsiaTheme="majorEastAsia" w:hAnsi="Arial" w:cs="Arial"/>
          <w:sz w:val="22"/>
          <w:szCs w:val="22"/>
        </w:rPr>
        <w:t>.</w:t>
      </w:r>
    </w:p>
    <w:p w14:paraId="7B038C25"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have time delays from 10 to 20</w:t>
      </w:r>
      <w:r>
        <w:rPr>
          <w:rStyle w:val="normaltextrun"/>
          <w:rFonts w:ascii="Arial" w:eastAsiaTheme="majorEastAsia" w:hAnsi="Arial" w:cs="Arial"/>
          <w:sz w:val="22"/>
          <w:szCs w:val="22"/>
        </w:rPr>
        <w:t xml:space="preserve"> minutes.</w:t>
      </w:r>
    </w:p>
    <w:p w14:paraId="5224507D"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provide unique daylight calibration considering light level at the sensors, work surface and integrated luminaire light output</w:t>
      </w:r>
      <w:r>
        <w:rPr>
          <w:rStyle w:val="normaltextrun"/>
          <w:rFonts w:ascii="Arial" w:eastAsiaTheme="majorEastAsia" w:hAnsi="Arial" w:cs="Arial"/>
          <w:sz w:val="22"/>
          <w:szCs w:val="22"/>
        </w:rPr>
        <w:t>.</w:t>
      </w:r>
    </w:p>
    <w:p w14:paraId="5630BEB9"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All sensors shall provide an LED as a visual means of indication to verify that motion is being detected during both testing and normal operation</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2711ADF4" w14:textId="77777777" w:rsidR="00422211" w:rsidRPr="00D2471D" w:rsidRDefault="00422211" w:rsidP="00422211">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Green LED indication when sensor is in out-of-the-box operation mode</w:t>
      </w:r>
      <w:r w:rsidRPr="00D2471D">
        <w:rPr>
          <w:rStyle w:val="eop"/>
          <w:rFonts w:ascii="Arial" w:hAnsi="Arial" w:cs="Arial"/>
          <w:sz w:val="22"/>
          <w:szCs w:val="22"/>
        </w:rPr>
        <w:t> </w:t>
      </w:r>
    </w:p>
    <w:p w14:paraId="6C4B2EF2" w14:textId="77777777" w:rsidR="00422211" w:rsidRPr="00D2471D" w:rsidRDefault="00422211" w:rsidP="00422211">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White LED indication when sensor has been connected to the WaveLinx lighting control system</w:t>
      </w:r>
      <w:r w:rsidRPr="00D2471D">
        <w:rPr>
          <w:rStyle w:val="eop"/>
          <w:rFonts w:ascii="Arial" w:hAnsi="Arial" w:cs="Arial"/>
          <w:sz w:val="22"/>
          <w:szCs w:val="22"/>
        </w:rPr>
        <w:t> </w:t>
      </w:r>
    </w:p>
    <w:p w14:paraId="1B54FACB"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Test mode - fifteen second time delay</w:t>
      </w:r>
      <w:r>
        <w:rPr>
          <w:rStyle w:val="normaltextrun"/>
          <w:rFonts w:ascii="Arial" w:eastAsiaTheme="majorEastAsia" w:hAnsi="Arial" w:cs="Arial"/>
          <w:sz w:val="22"/>
          <w:szCs w:val="22"/>
        </w:rPr>
        <w:t>.</w:t>
      </w:r>
    </w:p>
    <w:p w14:paraId="26260169"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Walk-through mode</w:t>
      </w:r>
      <w:r>
        <w:rPr>
          <w:rStyle w:val="normaltextrun"/>
          <w:rFonts w:eastAsiaTheme="majorEastAsia"/>
        </w:rPr>
        <w:t>.</w:t>
      </w:r>
    </w:p>
    <w:p w14:paraId="1B10CD72"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are RoHS compliant</w:t>
      </w:r>
      <w:r>
        <w:rPr>
          <w:rStyle w:val="normaltextrun"/>
          <w:rFonts w:ascii="Arial" w:eastAsiaTheme="majorEastAsia" w:hAnsi="Arial" w:cs="Arial"/>
          <w:sz w:val="22"/>
          <w:szCs w:val="22"/>
        </w:rPr>
        <w:t>.</w:t>
      </w:r>
      <w:r w:rsidRPr="00D2471D">
        <w:rPr>
          <w:rStyle w:val="normaltextrun"/>
          <w:rFonts w:eastAsiaTheme="majorEastAsia"/>
        </w:rPr>
        <w:t> </w:t>
      </w:r>
    </w:p>
    <w:p w14:paraId="6EA66002"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 shall provide out-of-the-box functionality of occupancy detection, directly controlling integrated fixture.</w:t>
      </w:r>
      <w:r w:rsidRPr="00D2471D">
        <w:rPr>
          <w:rStyle w:val="normaltextrun"/>
          <w:rFonts w:eastAsiaTheme="majorEastAsia"/>
        </w:rPr>
        <w:t> </w:t>
      </w:r>
    </w:p>
    <w:p w14:paraId="7FBE2582" w14:textId="77777777" w:rsidR="00422211" w:rsidRPr="00D2471D" w:rsidRDefault="00422211" w:rsidP="004222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Occupied default light level is 75% </w:t>
      </w:r>
      <w:r w:rsidRPr="00D2471D">
        <w:rPr>
          <w:rStyle w:val="eop"/>
          <w:rFonts w:ascii="Arial" w:hAnsi="Arial" w:cs="Arial"/>
          <w:sz w:val="22"/>
          <w:szCs w:val="22"/>
        </w:rPr>
        <w:t> </w:t>
      </w:r>
    </w:p>
    <w:p w14:paraId="3CB1E4F0" w14:textId="77777777" w:rsidR="00422211" w:rsidRPr="00D2471D" w:rsidRDefault="00422211" w:rsidP="004222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Unoccupied default light level is OFF</w:t>
      </w:r>
      <w:r w:rsidRPr="00D2471D">
        <w:rPr>
          <w:rStyle w:val="eop"/>
          <w:rFonts w:ascii="Arial" w:hAnsi="Arial" w:cs="Arial"/>
          <w:sz w:val="22"/>
          <w:szCs w:val="22"/>
        </w:rPr>
        <w:t> </w:t>
      </w:r>
    </w:p>
    <w:p w14:paraId="0FA896A5" w14:textId="77777777" w:rsidR="00422211" w:rsidRPr="00D2471D" w:rsidRDefault="00422211" w:rsidP="004222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Occupancy default time out is 20 minutes</w:t>
      </w:r>
      <w:r w:rsidRPr="00D2471D">
        <w:rPr>
          <w:rStyle w:val="eop"/>
          <w:rFonts w:ascii="Arial" w:hAnsi="Arial" w:cs="Arial"/>
          <w:sz w:val="22"/>
          <w:szCs w:val="22"/>
        </w:rPr>
        <w:t> </w:t>
      </w:r>
    </w:p>
    <w:p w14:paraId="51A7E80B" w14:textId="77777777" w:rsidR="00422211"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Sensors shall monitor changes in occupancy, changes in ambient light levels and communicate digital control commands to light fixtures according to a control strategy</w:t>
      </w:r>
      <w:r>
        <w:rPr>
          <w:rStyle w:val="normaltextrun"/>
          <w:rFonts w:eastAsiaTheme="majorEastAsia"/>
        </w:rPr>
        <w:t>.</w:t>
      </w:r>
    </w:p>
    <w:p w14:paraId="317DDF5D"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Pr>
          <w:rStyle w:val="normaltextrun"/>
          <w:rFonts w:ascii="Arial" w:eastAsiaTheme="majorEastAsia" w:hAnsi="Arial" w:cs="Arial"/>
          <w:sz w:val="22"/>
          <w:szCs w:val="22"/>
        </w:rPr>
        <w:t>S</w:t>
      </w:r>
      <w:r w:rsidRPr="00A14F1B">
        <w:rPr>
          <w:rStyle w:val="normaltextrun"/>
          <w:rFonts w:ascii="Arial" w:eastAsiaTheme="majorEastAsia" w:hAnsi="Arial" w:cs="Arial"/>
          <w:sz w:val="22"/>
          <w:szCs w:val="22"/>
        </w:rPr>
        <w:t>ensor shall wirelessly transmit occupancy status and light level to the wireless lighting control system which allows the data to be stored in a central location on premises and displayed via the wireless Mobile Application and software</w:t>
      </w:r>
      <w:r>
        <w:rPr>
          <w:rStyle w:val="normaltextrun"/>
          <w:rFonts w:ascii="Arial" w:eastAsiaTheme="majorEastAsia" w:hAnsi="Arial" w:cs="Arial"/>
          <w:sz w:val="22"/>
          <w:szCs w:val="22"/>
        </w:rPr>
        <w:t>.</w:t>
      </w:r>
    </w:p>
    <w:p w14:paraId="44EEC5CE" w14:textId="77777777" w:rsidR="00422211" w:rsidRPr="00A14F1B" w:rsidRDefault="00422211" w:rsidP="00422211">
      <w:pPr>
        <w:pStyle w:val="paragraph"/>
        <w:numPr>
          <w:ilvl w:val="0"/>
          <w:numId w:val="31"/>
        </w:numPr>
        <w:spacing w:before="0" w:beforeAutospacing="0" w:after="0" w:afterAutospacing="0"/>
        <w:textAlignment w:val="baseline"/>
        <w:rPr>
          <w:rFonts w:ascii="Arial" w:hAnsi="Arial" w:cs="Arial"/>
          <w:sz w:val="22"/>
          <w:szCs w:val="22"/>
        </w:rPr>
      </w:pPr>
      <w:r w:rsidRPr="00A14F1B">
        <w:rPr>
          <w:rStyle w:val="normaltextrun"/>
          <w:rFonts w:ascii="Arial" w:eastAsiaTheme="majorEastAsia" w:hAnsi="Arial" w:cs="Arial"/>
          <w:sz w:val="22"/>
          <w:szCs w:val="22"/>
        </w:rPr>
        <w:t>Calculated energy consumption data available through Trellix</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17275391"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shall be fully adaptive with the ability to have the sensitivity and timing to be remotely adjusted to ensure optimal lighting control for any use of the space</w:t>
      </w:r>
      <w:r>
        <w:rPr>
          <w:rStyle w:val="normaltextrun"/>
          <w:rFonts w:ascii="Arial" w:eastAsiaTheme="majorEastAsia" w:hAnsi="Arial" w:cs="Arial"/>
          <w:sz w:val="22"/>
          <w:szCs w:val="22"/>
        </w:rPr>
        <w:t>.</w:t>
      </w:r>
    </w:p>
    <w:p w14:paraId="5ABDB272"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have remotely adjustable settings for dimming levels, occupied/unoccupied light levels, occupancy/vacancy sensing, and sensitivity to changes in motion and changes in ambient light levels</w:t>
      </w:r>
      <w:r>
        <w:rPr>
          <w:rStyle w:val="normaltextrun"/>
          <w:rFonts w:ascii="Arial" w:eastAsiaTheme="majorEastAsia" w:hAnsi="Arial" w:cs="Arial"/>
          <w:sz w:val="22"/>
          <w:szCs w:val="22"/>
        </w:rPr>
        <w:t>.</w:t>
      </w:r>
    </w:p>
    <w:p w14:paraId="3A73B846" w14:textId="77777777" w:rsidR="00422211" w:rsidRPr="00D2471D"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lastRenderedPageBreak/>
        <w:t>Sensors may remotely adjust light output to reduced levels and remain at that reduced level for an adjustable period before turning off when a space is vacant</w:t>
      </w:r>
      <w:r>
        <w:rPr>
          <w:rStyle w:val="normaltextrun"/>
          <w:rFonts w:ascii="Arial" w:eastAsiaTheme="majorEastAsia" w:hAnsi="Arial" w:cs="Arial"/>
          <w:sz w:val="22"/>
          <w:szCs w:val="22"/>
        </w:rPr>
        <w:t>.</w:t>
      </w:r>
    </w:p>
    <w:p w14:paraId="04712EC0" w14:textId="77777777" w:rsidR="00422211" w:rsidRPr="00331D9C" w:rsidRDefault="00422211" w:rsidP="004222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Default programming is stored in each sensor in addition to the Wireless Area Controller.  Sensors operate independently of from Wireless Area Controller, so there cannot be single point failure.  Systems must operate so there is no single point of failure</w:t>
      </w:r>
    </w:p>
    <w:p w14:paraId="051B1CA6" w14:textId="77777777" w:rsidR="00422211" w:rsidRDefault="00422211" w:rsidP="00422211">
      <w:pPr>
        <w:pStyle w:val="paragraph"/>
        <w:tabs>
          <w:tab w:val="left" w:pos="1710"/>
        </w:tabs>
        <w:spacing w:before="0" w:beforeAutospacing="0" w:after="0" w:afterAutospacing="0"/>
        <w:ind w:left="1656"/>
        <w:textAlignment w:val="baseline"/>
        <w:rPr>
          <w:rStyle w:val="normaltextrun"/>
          <w:rFonts w:eastAsiaTheme="majorEastAsia"/>
        </w:rPr>
      </w:pPr>
    </w:p>
    <w:p w14:paraId="7C26B5D0" w14:textId="77777777" w:rsidR="00422211" w:rsidRPr="00C74806" w:rsidRDefault="00422211" w:rsidP="00422211">
      <w:pPr>
        <w:pStyle w:val="paragraph"/>
        <w:numPr>
          <w:ilvl w:val="0"/>
          <w:numId w:val="4"/>
        </w:numPr>
        <w:tabs>
          <w:tab w:val="left" w:pos="1710"/>
        </w:tabs>
        <w:spacing w:before="0" w:beforeAutospacing="0" w:after="0" w:afterAutospacing="0"/>
        <w:textAlignment w:val="baseline"/>
        <w:rPr>
          <w:rStyle w:val="normaltextrun"/>
          <w:rFonts w:eastAsiaTheme="majorEastAsia"/>
        </w:rPr>
      </w:pPr>
      <w:r w:rsidRPr="00C74806">
        <w:rPr>
          <w:rStyle w:val="normaltextrun"/>
          <w:rFonts w:eastAsiaTheme="majorEastAsia"/>
        </w:rPr>
        <w:t>Modular wiring system</w:t>
      </w:r>
    </w:p>
    <w:p w14:paraId="7419DE87" w14:textId="77777777" w:rsidR="00422211" w:rsidRPr="00C74806" w:rsidRDefault="00422211" w:rsidP="00422211">
      <w:pPr>
        <w:pStyle w:val="paragraph"/>
        <w:tabs>
          <w:tab w:val="left" w:pos="1710"/>
        </w:tabs>
        <w:ind w:left="1620"/>
        <w:textAlignment w:val="baseline"/>
        <w:rPr>
          <w:rStyle w:val="normaltextrun"/>
          <w:rFonts w:eastAsiaTheme="majorEastAsia"/>
        </w:rPr>
      </w:pPr>
      <w:r w:rsidRPr="00C74806">
        <w:rPr>
          <w:rStyle w:val="normaltextrun"/>
          <w:rFonts w:eastAsiaTheme="majorEastAsia"/>
        </w:rPr>
        <w:t>To reduce installation time and labor, fixture must allow for a modular wiring system that solves the challenges of branch circuit wiring in. Modular wiring system components shall meet all requirements:</w:t>
      </w:r>
    </w:p>
    <w:p w14:paraId="1F7AC586"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UL listed under standard 183 and approved in Article 604 of the NEC</w:t>
      </w:r>
    </w:p>
    <w:p w14:paraId="43F86F7C"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Meets the NEC and UL listing requirements for combining power/lighting circuits and class 2 or class 3 signal/control circuits in the same cable</w:t>
      </w:r>
    </w:p>
    <w:p w14:paraId="2CD9BEAA"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True dead front design prevents accidental contact with live components</w:t>
      </w:r>
    </w:p>
    <w:p w14:paraId="387458B3"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Allow for integral 0-10V or DALI control circuit along with power in a single circuit jacketed cable</w:t>
      </w:r>
    </w:p>
    <w:p w14:paraId="627B95CE"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t>All connectors shall be p</w:t>
      </w:r>
      <w:r w:rsidRPr="00C74806">
        <w:rPr>
          <w:rStyle w:val="normaltextrun"/>
          <w:rFonts w:eastAsiaTheme="majorEastAsia"/>
        </w:rPr>
        <w:t>ositive self-grounding locking clips that fit into any 1/2" knockout on a fixture</w:t>
      </w:r>
    </w:p>
    <w:p w14:paraId="3A2EE451"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Allow for external fixture access for safe and easy servicing</w:t>
      </w:r>
    </w:p>
    <w:p w14:paraId="33F9C128"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Galvanized steel housing exterior with robust integral key and latch design</w:t>
      </w:r>
    </w:p>
    <w:p w14:paraId="0F73EB2F"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Accommodate voltages include 120V, 277V, 347V, 208V and 480V circuits</w:t>
      </w:r>
    </w:p>
    <w:p w14:paraId="6D1220C5" w14:textId="77777777" w:rsidR="00422211" w:rsidRPr="00C74806" w:rsidRDefault="00422211" w:rsidP="004222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C74806">
        <w:rPr>
          <w:rStyle w:val="normaltextrun"/>
          <w:rFonts w:eastAsiaTheme="majorEastAsia"/>
        </w:rPr>
        <w:t>Copper conductors are THHN insulated wire rated 90°C</w:t>
      </w:r>
    </w:p>
    <w:p w14:paraId="6B801655" w14:textId="77777777" w:rsidR="00422211" w:rsidRPr="00C74806" w:rsidRDefault="00422211" w:rsidP="00422211">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C74806">
        <w:rPr>
          <w:rStyle w:val="normaltextrun"/>
          <w:rFonts w:eastAsiaTheme="majorEastAsia"/>
        </w:rPr>
        <w:t>Fixtures specified with factory installed modular wiring components shall arrive at the job site completely assembled and ready to be snapped together to form a branch circuit system. No bending, cutting or assembly of modular hardware in the field permitted</w:t>
      </w:r>
    </w:p>
    <w:p w14:paraId="2BE5A2F5" w14:textId="77777777" w:rsidR="00422211" w:rsidRPr="00C74806" w:rsidRDefault="00422211" w:rsidP="00422211">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C74806">
        <w:rPr>
          <w:rStyle w:val="normaltextrun"/>
          <w:rFonts w:eastAsiaTheme="majorEastAsia"/>
        </w:rPr>
        <w:t xml:space="preserve">Fixtures specified for field installation with modular wiring system components shall be UL listed for field installation and meet all requirements a. – i. above  </w:t>
      </w:r>
    </w:p>
    <w:p w14:paraId="23A95005" w14:textId="77777777" w:rsidR="00422211" w:rsidRPr="00D2471D" w:rsidRDefault="00422211" w:rsidP="00422211">
      <w:pPr>
        <w:tabs>
          <w:tab w:val="left" w:pos="576"/>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316FA071" w14:textId="77777777" w:rsidR="00422211" w:rsidRPr="00D2471D" w:rsidRDefault="00422211" w:rsidP="00422211">
      <w:pPr>
        <w:pStyle w:val="Heading1"/>
        <w:rPr>
          <w:rFonts w:ascii="Arial" w:hAnsi="Arial" w:cs="Arial"/>
          <w:sz w:val="22"/>
          <w:szCs w:val="22"/>
        </w:rPr>
      </w:pPr>
      <w:r w:rsidRPr="00D2471D">
        <w:rPr>
          <w:rFonts w:ascii="Arial" w:hAnsi="Arial" w:cs="Arial"/>
          <w:sz w:val="22"/>
          <w:szCs w:val="22"/>
        </w:rPr>
        <w:t>PART 3 EXECUTION</w:t>
      </w:r>
    </w:p>
    <w:p w14:paraId="226AD39D"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7744E93A"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3.01 </w:t>
      </w:r>
      <w:r w:rsidRPr="00D2471D">
        <w:rPr>
          <w:rFonts w:ascii="Arial" w:hAnsi="Arial" w:cs="Arial"/>
          <w:bCs/>
          <w:sz w:val="22"/>
          <w:szCs w:val="22"/>
        </w:rPr>
        <w:tab/>
        <w:t>INSTALLATION</w:t>
      </w:r>
    </w:p>
    <w:p w14:paraId="29B442F1"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0378EE8C" w14:textId="77777777" w:rsidR="00422211" w:rsidRPr="00D2471D" w:rsidRDefault="00422211" w:rsidP="00422211">
      <w:pPr>
        <w:tabs>
          <w:tab w:val="left" w:pos="576"/>
          <w:tab w:val="left" w:pos="1008"/>
          <w:tab w:val="left" w:pos="1440"/>
          <w:tab w:val="left" w:pos="1872"/>
        </w:tabs>
        <w:ind w:left="972" w:hanging="972"/>
        <w:rPr>
          <w:rFonts w:ascii="Arial" w:hAnsi="Arial" w:cs="Arial"/>
          <w:bCs/>
          <w:sz w:val="22"/>
          <w:szCs w:val="22"/>
        </w:rPr>
      </w:pPr>
      <w:r w:rsidRPr="00D2471D">
        <w:rPr>
          <w:rFonts w:ascii="Arial" w:hAnsi="Arial" w:cs="Arial"/>
          <w:bCs/>
          <w:sz w:val="22"/>
          <w:szCs w:val="22"/>
        </w:rPr>
        <w:tab/>
        <w:t>A.</w:t>
      </w:r>
      <w:r w:rsidRPr="00D2471D">
        <w:rPr>
          <w:rFonts w:ascii="Arial" w:hAnsi="Arial" w:cs="Arial"/>
          <w:bCs/>
          <w:sz w:val="22"/>
          <w:szCs w:val="22"/>
        </w:rPr>
        <w:tab/>
        <w:t>Installation and configuration shall conform to the requirements of the NFPA 70 (National Electrical Code), and applicable local codes.</w:t>
      </w:r>
    </w:p>
    <w:p w14:paraId="51641FEA" w14:textId="77777777" w:rsidR="00422211" w:rsidRPr="00D2471D" w:rsidRDefault="00422211" w:rsidP="00422211">
      <w:pPr>
        <w:tabs>
          <w:tab w:val="left" w:pos="576"/>
          <w:tab w:val="left" w:pos="1008"/>
          <w:tab w:val="left" w:pos="1440"/>
          <w:tab w:val="left" w:pos="1872"/>
        </w:tabs>
        <w:ind w:left="180"/>
        <w:rPr>
          <w:rFonts w:ascii="Arial" w:hAnsi="Arial" w:cs="Arial"/>
          <w:bCs/>
          <w:sz w:val="22"/>
          <w:szCs w:val="22"/>
        </w:rPr>
      </w:pPr>
    </w:p>
    <w:p w14:paraId="0929308C" w14:textId="77777777" w:rsidR="00422211" w:rsidRPr="00D2471D" w:rsidRDefault="00422211" w:rsidP="00422211">
      <w:pPr>
        <w:pStyle w:val="ListParagraph"/>
        <w:numPr>
          <w:ilvl w:val="0"/>
          <w:numId w:val="12"/>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Installation shall conform to manufactures recommended instructions.</w:t>
      </w:r>
    </w:p>
    <w:p w14:paraId="0C382ADA" w14:textId="77777777" w:rsidR="00422211" w:rsidRPr="00D2471D" w:rsidRDefault="00422211" w:rsidP="00422211">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Install the work of this Section in accordance with manufacturer’s printed instructions unless otherwise indicated.</w:t>
      </w:r>
      <w:r w:rsidRPr="00D2471D">
        <w:rPr>
          <w:rStyle w:val="eop"/>
          <w:rFonts w:ascii="Arial" w:hAnsi="Arial" w:cs="Arial"/>
          <w:sz w:val="22"/>
          <w:szCs w:val="22"/>
        </w:rPr>
        <w:t> </w:t>
      </w:r>
    </w:p>
    <w:p w14:paraId="61D0A551" w14:textId="77777777" w:rsidR="00422211" w:rsidRPr="00D2471D" w:rsidRDefault="00422211" w:rsidP="00422211">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Provide written or computer-generated documentation on the commissioning of the system including:</w:t>
      </w:r>
      <w:r w:rsidRPr="00D2471D">
        <w:rPr>
          <w:rStyle w:val="eop"/>
          <w:rFonts w:ascii="Arial" w:hAnsi="Arial" w:cs="Arial"/>
          <w:sz w:val="22"/>
          <w:szCs w:val="22"/>
        </w:rPr>
        <w:t> </w:t>
      </w:r>
    </w:p>
    <w:p w14:paraId="1C62F024" w14:textId="77777777" w:rsidR="00422211" w:rsidRPr="00D2471D" w:rsidRDefault="00422211" w:rsidP="004222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Sensor parameters, time delays, sensitivities and daylighting setpoints.</w:t>
      </w:r>
      <w:r w:rsidRPr="00D2471D">
        <w:rPr>
          <w:rStyle w:val="eop"/>
          <w:rFonts w:ascii="Arial" w:hAnsi="Arial" w:cs="Arial"/>
          <w:sz w:val="22"/>
          <w:szCs w:val="22"/>
        </w:rPr>
        <w:t> </w:t>
      </w:r>
    </w:p>
    <w:p w14:paraId="1AA35525" w14:textId="77777777" w:rsidR="00422211" w:rsidRPr="00D2471D" w:rsidRDefault="00422211" w:rsidP="004222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Sequence of operation, (e.g. manual ON, Auto OFF. Etc.).</w:t>
      </w:r>
      <w:r w:rsidRPr="00D2471D">
        <w:rPr>
          <w:rStyle w:val="eop"/>
          <w:rFonts w:ascii="Arial" w:hAnsi="Arial" w:cs="Arial"/>
          <w:sz w:val="22"/>
          <w:szCs w:val="22"/>
        </w:rPr>
        <w:t> </w:t>
      </w:r>
    </w:p>
    <w:p w14:paraId="07062B89" w14:textId="77777777" w:rsidR="00422211" w:rsidRPr="00D2471D" w:rsidRDefault="00422211" w:rsidP="004222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Load parameters (e.g. blink warning, etc.).</w:t>
      </w:r>
      <w:r w:rsidRPr="00D2471D">
        <w:rPr>
          <w:rStyle w:val="eop"/>
          <w:rFonts w:ascii="Arial" w:hAnsi="Arial" w:cs="Arial"/>
          <w:sz w:val="22"/>
          <w:szCs w:val="22"/>
        </w:rPr>
        <w:t> </w:t>
      </w:r>
    </w:p>
    <w:p w14:paraId="12C0D800" w14:textId="77777777" w:rsidR="00422211" w:rsidRPr="00D2471D" w:rsidRDefault="00422211" w:rsidP="00422211">
      <w:pPr>
        <w:pStyle w:val="paragraph"/>
        <w:spacing w:before="0"/>
        <w:textAlignment w:val="baseline"/>
        <w:rPr>
          <w:rFonts w:ascii="Arial" w:hAnsi="Arial" w:cs="Arial"/>
          <w:sz w:val="22"/>
          <w:szCs w:val="22"/>
        </w:rPr>
      </w:pPr>
      <w:r w:rsidRPr="00D2471D">
        <w:rPr>
          <w:rFonts w:ascii="Arial" w:hAnsi="Arial" w:cs="Arial"/>
          <w:bCs/>
          <w:sz w:val="22"/>
          <w:szCs w:val="22"/>
        </w:rPr>
        <w:t xml:space="preserve">3.02  </w:t>
      </w:r>
      <w:r w:rsidRPr="00D2471D">
        <w:rPr>
          <w:rStyle w:val="normaltextrun"/>
          <w:rFonts w:ascii="Arial" w:eastAsiaTheme="majorEastAsia" w:hAnsi="Arial" w:cs="Arial"/>
          <w:sz w:val="22"/>
          <w:szCs w:val="22"/>
        </w:rPr>
        <w:t>PRODUCT SUPPORT AND SERVICE</w:t>
      </w:r>
      <w:r w:rsidRPr="00D2471D">
        <w:rPr>
          <w:rStyle w:val="eop"/>
          <w:rFonts w:ascii="Arial" w:hAnsi="Arial" w:cs="Arial"/>
          <w:sz w:val="22"/>
          <w:szCs w:val="22"/>
        </w:rPr>
        <w:t> </w:t>
      </w:r>
    </w:p>
    <w:p w14:paraId="0B2B3871" w14:textId="77777777" w:rsidR="00422211" w:rsidRPr="00D2471D" w:rsidRDefault="00422211" w:rsidP="00422211">
      <w:pPr>
        <w:pStyle w:val="paragraph"/>
        <w:numPr>
          <w:ilvl w:val="0"/>
          <w:numId w:val="14"/>
        </w:numPr>
        <w:tabs>
          <w:tab w:val="clear" w:pos="720"/>
          <w:tab w:val="num" w:pos="99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Factory telephone support shall be available at no cost to the owner. Factory assistance shall consist of solving programming or application questions concerning the control equipment.</w:t>
      </w:r>
      <w:r w:rsidRPr="00D2471D">
        <w:rPr>
          <w:rStyle w:val="eop"/>
          <w:rFonts w:ascii="Arial" w:hAnsi="Arial" w:cs="Arial"/>
          <w:sz w:val="22"/>
          <w:szCs w:val="22"/>
        </w:rPr>
        <w:t> </w:t>
      </w:r>
    </w:p>
    <w:p w14:paraId="1421029F" w14:textId="77777777" w:rsidR="00422211" w:rsidRPr="00D2471D" w:rsidRDefault="00422211" w:rsidP="00422211">
      <w:pPr>
        <w:pStyle w:val="Heading2"/>
        <w:rPr>
          <w:rFonts w:ascii="Arial" w:hAnsi="Arial" w:cs="Arial"/>
          <w:sz w:val="22"/>
          <w:szCs w:val="22"/>
        </w:rPr>
      </w:pPr>
    </w:p>
    <w:p w14:paraId="516E50BF" w14:textId="77777777" w:rsidR="00422211" w:rsidRPr="00D2471D" w:rsidRDefault="00422211" w:rsidP="00422211">
      <w:pPr>
        <w:pStyle w:val="ListParagraph"/>
        <w:numPr>
          <w:ilvl w:val="1"/>
          <w:numId w:val="15"/>
        </w:numPr>
        <w:rPr>
          <w:rStyle w:val="eop"/>
          <w:rFonts w:ascii="Arial" w:hAnsi="Arial" w:cs="Arial"/>
          <w:color w:val="000000"/>
          <w:sz w:val="22"/>
          <w:szCs w:val="22"/>
          <w:shd w:val="clear" w:color="auto" w:fill="FFFFFF"/>
        </w:rPr>
      </w:pPr>
      <w:r w:rsidRPr="00D2471D">
        <w:rPr>
          <w:rFonts w:ascii="Arial" w:hAnsi="Arial" w:cs="Arial"/>
          <w:bCs/>
          <w:sz w:val="22"/>
          <w:szCs w:val="22"/>
        </w:rPr>
        <w:t xml:space="preserve"> </w:t>
      </w:r>
      <w:r w:rsidRPr="00D2471D">
        <w:rPr>
          <w:rStyle w:val="normaltextrun"/>
          <w:rFonts w:ascii="Arial" w:eastAsiaTheme="majorEastAsia" w:hAnsi="Arial" w:cs="Arial"/>
          <w:color w:val="000000"/>
          <w:sz w:val="22"/>
          <w:szCs w:val="22"/>
          <w:shd w:val="clear" w:color="auto" w:fill="FFFFFF"/>
        </w:rPr>
        <w:t>FACTORY COMMISSIONING (OPTIONAL)</w:t>
      </w:r>
      <w:r w:rsidRPr="00D2471D">
        <w:rPr>
          <w:rStyle w:val="eop"/>
          <w:rFonts w:ascii="Arial" w:hAnsi="Arial" w:cs="Arial"/>
          <w:color w:val="000000"/>
          <w:sz w:val="22"/>
          <w:szCs w:val="22"/>
          <w:shd w:val="clear" w:color="auto" w:fill="FFFFFF"/>
        </w:rPr>
        <w:t> </w:t>
      </w:r>
    </w:p>
    <w:p w14:paraId="101C9811" w14:textId="77777777" w:rsidR="00422211" w:rsidRPr="00D2471D" w:rsidRDefault="00422211" w:rsidP="00422211">
      <w:pPr>
        <w:pStyle w:val="ListParagraph"/>
        <w:numPr>
          <w:ilvl w:val="1"/>
          <w:numId w:val="14"/>
        </w:numPr>
        <w:tabs>
          <w:tab w:val="clear" w:pos="1440"/>
        </w:tabs>
        <w:ind w:left="900" w:hanging="270"/>
        <w:rPr>
          <w:rStyle w:val="eop"/>
          <w:rFonts w:ascii="Arial" w:hAnsi="Arial" w:cs="Arial"/>
          <w:sz w:val="22"/>
          <w:szCs w:val="22"/>
        </w:rPr>
      </w:pPr>
      <w:r w:rsidRPr="00D2471D">
        <w:rPr>
          <w:rStyle w:val="normaltextrun"/>
          <w:rFonts w:ascii="Arial" w:eastAsiaTheme="majorEastAsia" w:hAnsi="Arial" w:cs="Arial"/>
          <w:color w:val="000000"/>
          <w:sz w:val="22"/>
          <w:szCs w:val="22"/>
          <w:shd w:val="clear" w:color="auto" w:fill="FFFFFF"/>
        </w:rPr>
        <w:t>Upon completion of the installation, the system shall be commissioned by the manufacturer’s factory authorized representative who will verify a complete fully functional system.  </w:t>
      </w:r>
      <w:r w:rsidRPr="00D2471D">
        <w:rPr>
          <w:rStyle w:val="eop"/>
          <w:rFonts w:ascii="Arial" w:hAnsi="Arial" w:cs="Arial"/>
          <w:color w:val="000000"/>
          <w:sz w:val="22"/>
          <w:szCs w:val="22"/>
          <w:shd w:val="clear" w:color="auto" w:fill="FFFFFF"/>
        </w:rPr>
        <w:t> </w:t>
      </w:r>
    </w:p>
    <w:p w14:paraId="34026E23" w14:textId="77777777" w:rsidR="00422211" w:rsidRPr="00D2471D" w:rsidRDefault="00422211" w:rsidP="00422211">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The electrical contractor shall provide both the manufacturer and the electrical engineer with twenty-one (21) working days written notice of the system startup and adjustment date.  </w:t>
      </w:r>
      <w:r w:rsidRPr="00D2471D">
        <w:rPr>
          <w:rStyle w:val="eop"/>
          <w:rFonts w:ascii="Arial" w:hAnsi="Arial" w:cs="Arial"/>
          <w:sz w:val="22"/>
          <w:szCs w:val="22"/>
        </w:rPr>
        <w:t> </w:t>
      </w:r>
    </w:p>
    <w:p w14:paraId="5C4803C3" w14:textId="77777777" w:rsidR="00422211" w:rsidRPr="00D2471D" w:rsidRDefault="00422211" w:rsidP="00422211">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Upon completion of the system commissioning the factory-authorized technician shall provide the proper training to the owner's personnel on the adjustment and maintenance of the system. </w:t>
      </w:r>
      <w:r w:rsidRPr="00D2471D">
        <w:rPr>
          <w:rStyle w:val="eop"/>
          <w:rFonts w:ascii="Arial" w:hAnsi="Arial" w:cs="Arial"/>
          <w:sz w:val="22"/>
          <w:szCs w:val="22"/>
        </w:rPr>
        <w:t> </w:t>
      </w:r>
    </w:p>
    <w:p w14:paraId="51C541E1" w14:textId="77777777" w:rsidR="00422211" w:rsidRPr="00D2471D" w:rsidRDefault="00422211" w:rsidP="00422211">
      <w:pPr>
        <w:pStyle w:val="ListParagraph"/>
        <w:tabs>
          <w:tab w:val="left" w:pos="576"/>
          <w:tab w:val="left" w:pos="1008"/>
          <w:tab w:val="left" w:pos="1440"/>
          <w:tab w:val="left" w:pos="1872"/>
        </w:tabs>
        <w:ind w:left="940"/>
        <w:rPr>
          <w:rFonts w:ascii="Arial" w:hAnsi="Arial" w:cs="Arial"/>
          <w:bCs/>
          <w:sz w:val="22"/>
          <w:szCs w:val="22"/>
        </w:rPr>
      </w:pPr>
    </w:p>
    <w:p w14:paraId="177D401D" w14:textId="77777777" w:rsidR="00422211" w:rsidRPr="00D2471D" w:rsidRDefault="00422211" w:rsidP="00422211">
      <w:pPr>
        <w:pStyle w:val="ListParagraph"/>
        <w:tabs>
          <w:tab w:val="left" w:pos="576"/>
          <w:tab w:val="left" w:pos="1008"/>
          <w:tab w:val="left" w:pos="1440"/>
          <w:tab w:val="left" w:pos="1872"/>
        </w:tabs>
        <w:ind w:left="1010"/>
        <w:rPr>
          <w:rFonts w:ascii="Arial" w:hAnsi="Arial" w:cs="Arial"/>
          <w:bCs/>
          <w:sz w:val="22"/>
          <w:szCs w:val="22"/>
        </w:rPr>
      </w:pPr>
    </w:p>
    <w:p w14:paraId="3B11572D"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3.04</w:t>
      </w:r>
      <w:r w:rsidRPr="00D2471D">
        <w:rPr>
          <w:rFonts w:ascii="Arial" w:hAnsi="Arial" w:cs="Arial"/>
          <w:bCs/>
          <w:sz w:val="22"/>
          <w:szCs w:val="22"/>
        </w:rPr>
        <w:tab/>
        <w:t>FIELD QUALITY CONTROL</w:t>
      </w:r>
    </w:p>
    <w:p w14:paraId="234A2D7F" w14:textId="77777777" w:rsidR="00422211" w:rsidRPr="00D2471D" w:rsidRDefault="00422211" w:rsidP="00422211">
      <w:pPr>
        <w:tabs>
          <w:tab w:val="left" w:pos="576"/>
          <w:tab w:val="left" w:pos="1008"/>
          <w:tab w:val="left" w:pos="1440"/>
          <w:tab w:val="left" w:pos="1872"/>
        </w:tabs>
        <w:rPr>
          <w:rFonts w:ascii="Arial" w:hAnsi="Arial" w:cs="Arial"/>
          <w:bCs/>
          <w:sz w:val="22"/>
          <w:szCs w:val="22"/>
        </w:rPr>
      </w:pPr>
    </w:p>
    <w:p w14:paraId="6FC013EF" w14:textId="77777777" w:rsidR="00422211" w:rsidRPr="00D2471D" w:rsidRDefault="00422211" w:rsidP="00422211">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Test for Emergency Lighting:  Interrupt power supply to demonstrate proper operation.  Verify transfer from normal power to battery and retransfer to normal.</w:t>
      </w:r>
    </w:p>
    <w:p w14:paraId="36C9BDDF" w14:textId="77777777" w:rsidR="00422211" w:rsidRPr="00D2471D" w:rsidRDefault="00422211" w:rsidP="00422211">
      <w:pPr>
        <w:tabs>
          <w:tab w:val="left" w:pos="576"/>
          <w:tab w:val="left" w:pos="1008"/>
          <w:tab w:val="left" w:pos="1440"/>
          <w:tab w:val="left" w:pos="1872"/>
        </w:tabs>
        <w:ind w:left="972" w:hanging="972"/>
        <w:rPr>
          <w:rFonts w:ascii="Arial" w:hAnsi="Arial" w:cs="Arial"/>
          <w:bCs/>
          <w:sz w:val="22"/>
          <w:szCs w:val="22"/>
        </w:rPr>
      </w:pPr>
    </w:p>
    <w:p w14:paraId="7485EC33" w14:textId="77777777" w:rsidR="00422211" w:rsidRPr="00D2471D" w:rsidRDefault="00422211" w:rsidP="00422211">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Prepare a written report of tests, inspections, observations, and verifications indicating and interpreting results.  If adjustments are made to lighting system, retest to demonstrate compliance with standards.</w:t>
      </w:r>
    </w:p>
    <w:p w14:paraId="50C358B6" w14:textId="77777777" w:rsidR="00422211" w:rsidRPr="00D2471D" w:rsidRDefault="00422211" w:rsidP="00422211">
      <w:pPr>
        <w:pStyle w:val="ListParagraph"/>
        <w:rPr>
          <w:rFonts w:ascii="Arial" w:hAnsi="Arial" w:cs="Arial"/>
          <w:bCs/>
          <w:sz w:val="22"/>
          <w:szCs w:val="22"/>
        </w:rPr>
      </w:pPr>
    </w:p>
    <w:p w14:paraId="5F69994D" w14:textId="004BC1E1" w:rsidR="0041732B" w:rsidRPr="00807E1F" w:rsidRDefault="00422211" w:rsidP="00422211">
      <w:pPr>
        <w:pStyle w:val="EOS"/>
        <w:rPr>
          <w:rFonts w:asciiTheme="majorHAnsi" w:hAnsiTheme="majorHAnsi"/>
          <w:sz w:val="20"/>
        </w:rPr>
      </w:pPr>
      <w:r w:rsidRPr="00D2471D">
        <w:rPr>
          <w:rFonts w:ascii="Arial" w:hAnsi="Arial" w:cs="Arial"/>
          <w:szCs w:val="22"/>
        </w:rPr>
        <w:t>END OF SECTION 265100</w:t>
      </w:r>
    </w:p>
    <w:sectPr w:rsidR="0041732B" w:rsidRPr="00807E1F"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8E42F" w14:textId="77777777" w:rsidR="00E11E09" w:rsidRDefault="00E11E09" w:rsidP="00706733">
      <w:r>
        <w:separator/>
      </w:r>
    </w:p>
  </w:endnote>
  <w:endnote w:type="continuationSeparator" w:id="0">
    <w:p w14:paraId="66A9D6AB" w14:textId="77777777" w:rsidR="00E11E09" w:rsidRDefault="00E11E09" w:rsidP="00706733">
      <w:r>
        <w:continuationSeparator/>
      </w:r>
    </w:p>
  </w:endnote>
  <w:endnote w:type="continuationNotice" w:id="1">
    <w:p w14:paraId="5A415E74" w14:textId="77777777" w:rsidR="00E11E09" w:rsidRDefault="00E11E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73826EA" w14:textId="4F362746" w:rsidR="008840E7" w:rsidRDefault="00422211" w:rsidP="008840E7">
    <w:pPr>
      <w:pStyle w:val="Footer"/>
      <w:spacing w:line="276" w:lineRule="auto"/>
      <w:rPr>
        <w:rFonts w:ascii="Roboto" w:hAnsi="Roboto"/>
        <w:sz w:val="16"/>
        <w:szCs w:val="16"/>
      </w:rPr>
    </w:pPr>
    <w:r>
      <w:rPr>
        <w:rFonts w:ascii="Roboto" w:hAnsi="Roboto"/>
        <w:sz w:val="16"/>
        <w:szCs w:val="16"/>
      </w:rPr>
      <w:t>Corelite Continua – Interior linear</w:t>
    </w:r>
    <w:r w:rsidR="00A1204E">
      <w:rPr>
        <w:rFonts w:ascii="Roboto" w:hAnsi="Roboto"/>
        <w:sz w:val="16"/>
        <w:szCs w:val="16"/>
      </w:rPr>
      <w:t xml:space="preserv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9F7D" w14:textId="77777777" w:rsidR="00E11E09" w:rsidRDefault="00E11E09" w:rsidP="00706733">
      <w:r>
        <w:separator/>
      </w:r>
    </w:p>
  </w:footnote>
  <w:footnote w:type="continuationSeparator" w:id="0">
    <w:p w14:paraId="317E3EFD" w14:textId="77777777" w:rsidR="00E11E09" w:rsidRDefault="00E11E09" w:rsidP="00706733">
      <w:r>
        <w:continuationSeparator/>
      </w:r>
    </w:p>
  </w:footnote>
  <w:footnote w:type="continuationNotice" w:id="1">
    <w:p w14:paraId="5454E03F" w14:textId="77777777" w:rsidR="00E11E09" w:rsidRDefault="00E11E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1CB05A4"/>
    <w:multiLevelType w:val="hybridMultilevel"/>
    <w:tmpl w:val="F06AB0CE"/>
    <w:lvl w:ilvl="0" w:tplc="BDFE32B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6EC08E4"/>
    <w:multiLevelType w:val="multilevel"/>
    <w:tmpl w:val="30D2399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686AD4"/>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6"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7" w15:restartNumberingAfterBreak="0">
    <w:nsid w:val="1D8B1AA5"/>
    <w:multiLevelType w:val="hybridMultilevel"/>
    <w:tmpl w:val="B6B83262"/>
    <w:lvl w:ilvl="0" w:tplc="0622A9A0">
      <w:start w:val="1"/>
      <w:numFmt w:val="lowerLetter"/>
      <w:lvlText w:val="%1."/>
      <w:lvlJc w:val="left"/>
      <w:pPr>
        <w:tabs>
          <w:tab w:val="num" w:pos="1656"/>
        </w:tabs>
        <w:ind w:left="1656" w:hanging="360"/>
      </w:pPr>
      <w:rPr>
        <w:rFonts w:hint="default"/>
        <w:b w:val="0"/>
        <w:bCs/>
      </w:rPr>
    </w:lvl>
    <w:lvl w:ilvl="1" w:tplc="C8DAE7F2">
      <w:start w:val="1"/>
      <w:numFmt w:val="decimal"/>
      <w:lvlText w:val="%2."/>
      <w:lvlJc w:val="left"/>
      <w:pPr>
        <w:tabs>
          <w:tab w:val="num" w:pos="2376"/>
        </w:tabs>
        <w:ind w:left="2376" w:hanging="360"/>
      </w:pPr>
      <w:rPr>
        <w:rFonts w:hint="default"/>
      </w:r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8" w15:restartNumberingAfterBreak="0">
    <w:nsid w:val="20645172"/>
    <w:multiLevelType w:val="multilevel"/>
    <w:tmpl w:val="8A80CA30"/>
    <w:lvl w:ilvl="0">
      <w:start w:val="1"/>
      <w:numFmt w:val="decimal"/>
      <w:lvlText w:val="%1"/>
      <w:lvlJc w:val="left"/>
      <w:pPr>
        <w:ind w:left="420" w:hanging="420"/>
      </w:pPr>
      <w:rPr>
        <w:rFonts w:hint="default"/>
      </w:rPr>
    </w:lvl>
    <w:lvl w:ilvl="1">
      <w:start w:val="8"/>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5D39E4"/>
    <w:multiLevelType w:val="hybridMultilevel"/>
    <w:tmpl w:val="E78EEFEE"/>
    <w:lvl w:ilvl="0" w:tplc="0409000F">
      <w:start w:val="1"/>
      <w:numFmt w:val="decimal"/>
      <w:lvlText w:val="%1."/>
      <w:lvlJc w:val="left"/>
      <w:pPr>
        <w:tabs>
          <w:tab w:val="num" w:pos="1365"/>
        </w:tabs>
        <w:ind w:left="1365" w:hanging="360"/>
      </w:pPr>
      <w:rPr>
        <w:rFonts w:hint="default"/>
      </w:rPr>
    </w:lvl>
    <w:lvl w:ilvl="1" w:tplc="04090019" w:tentative="1">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0" w15:restartNumberingAfterBreak="0">
    <w:nsid w:val="2CDF2014"/>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33402"/>
    <w:multiLevelType w:val="multilevel"/>
    <w:tmpl w:val="3DD8D850"/>
    <w:lvl w:ilvl="0">
      <w:start w:val="3"/>
      <w:numFmt w:val="decimal"/>
      <w:lvlText w:val="%1"/>
      <w:lvlJc w:val="left"/>
      <w:pPr>
        <w:ind w:left="420" w:hanging="420"/>
      </w:pPr>
      <w:rPr>
        <w:rFonts w:ascii="Times New Roman" w:hAnsi="Times New Roman" w:cs="Times New Roman" w:hint="default"/>
        <w:color w:val="auto"/>
      </w:rPr>
    </w:lvl>
    <w:lvl w:ilvl="1">
      <w:start w:val="3"/>
      <w:numFmt w:val="decimalZero"/>
      <w:lvlText w:val="%1.%2"/>
      <w:lvlJc w:val="left"/>
      <w:pPr>
        <w:ind w:left="420" w:hanging="4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720" w:hanging="72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080" w:hanging="108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440" w:hanging="1440"/>
      </w:pPr>
      <w:rPr>
        <w:rFonts w:ascii="Times New Roman" w:hAnsi="Times New Roman" w:cs="Times New Roman" w:hint="default"/>
        <w:color w:val="auto"/>
      </w:rPr>
    </w:lvl>
  </w:abstractNum>
  <w:abstractNum w:abstractNumId="12"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3"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4" w15:restartNumberingAfterBreak="0">
    <w:nsid w:val="424B6ABE"/>
    <w:multiLevelType w:val="hybridMultilevel"/>
    <w:tmpl w:val="440C1626"/>
    <w:lvl w:ilvl="0" w:tplc="04090001">
      <w:start w:val="1"/>
      <w:numFmt w:val="bullet"/>
      <w:lvlText w:val=""/>
      <w:lvlJc w:val="left"/>
      <w:pPr>
        <w:ind w:left="2610" w:hanging="360"/>
      </w:pPr>
      <w:rPr>
        <w:rFonts w:ascii="Symbol" w:hAnsi="Symbol" w:hint="default"/>
      </w:rPr>
    </w:lvl>
    <w:lvl w:ilvl="1" w:tplc="04090003">
      <w:start w:val="1"/>
      <w:numFmt w:val="bullet"/>
      <w:lvlText w:val="o"/>
      <w:lvlJc w:val="left"/>
      <w:pPr>
        <w:ind w:left="3330" w:hanging="360"/>
      </w:pPr>
      <w:rPr>
        <w:rFonts w:ascii="Courier New" w:hAnsi="Courier New" w:cs="Courier New" w:hint="default"/>
      </w:rPr>
    </w:lvl>
    <w:lvl w:ilvl="2" w:tplc="D432418A">
      <w:start w:val="7"/>
      <w:numFmt w:val="decimal"/>
      <w:lvlText w:val="%3."/>
      <w:lvlJc w:val="left"/>
      <w:pPr>
        <w:ind w:left="4050" w:hanging="360"/>
      </w:pPr>
      <w:rPr>
        <w:rFont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5" w15:restartNumberingAfterBreak="0">
    <w:nsid w:val="45F4685A"/>
    <w:multiLevelType w:val="hybridMultilevel"/>
    <w:tmpl w:val="69AED8D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17" w15:restartNumberingAfterBreak="0">
    <w:nsid w:val="495C0C7E"/>
    <w:multiLevelType w:val="hybridMultilevel"/>
    <w:tmpl w:val="0F383D4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4093B"/>
    <w:multiLevelType w:val="hybridMultilevel"/>
    <w:tmpl w:val="88E41F5A"/>
    <w:lvl w:ilvl="0" w:tplc="BDFE32B0">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E831C3"/>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1"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2" w15:restartNumberingAfterBreak="0">
    <w:nsid w:val="558A633A"/>
    <w:multiLevelType w:val="hybridMultilevel"/>
    <w:tmpl w:val="DBA010FA"/>
    <w:lvl w:ilvl="0" w:tplc="F9F00260">
      <w:start w:val="1"/>
      <w:numFmt w:val="lowerLetter"/>
      <w:lvlText w:val="%1."/>
      <w:lvlJc w:val="left"/>
      <w:pPr>
        <w:ind w:left="1656" w:hanging="360"/>
      </w:pPr>
      <w:rPr>
        <w:rFonts w:hint="default"/>
      </w:rPr>
    </w:lvl>
    <w:lvl w:ilvl="1" w:tplc="0409000F">
      <w:start w:val="1"/>
      <w:numFmt w:val="decimal"/>
      <w:lvlText w:val="%2."/>
      <w:lvlJc w:val="left"/>
      <w:pPr>
        <w:ind w:left="2376" w:hanging="360"/>
      </w:pPr>
    </w:lvl>
    <w:lvl w:ilvl="2" w:tplc="0409001B">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568D2FA0"/>
    <w:multiLevelType w:val="hybridMultilevel"/>
    <w:tmpl w:val="A47EFE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525C7"/>
    <w:multiLevelType w:val="hybridMultilevel"/>
    <w:tmpl w:val="F4529018"/>
    <w:lvl w:ilvl="0" w:tplc="939E9030">
      <w:start w:val="2"/>
      <w:numFmt w:val="upperLetter"/>
      <w:lvlText w:val="%1."/>
      <w:lvlJc w:val="left"/>
      <w:pPr>
        <w:ind w:left="940" w:hanging="360"/>
      </w:pPr>
      <w:rPr>
        <w:rFonts w:hint="default"/>
      </w:rPr>
    </w:lvl>
    <w:lvl w:ilvl="1" w:tplc="0409000F">
      <w:start w:val="1"/>
      <w:numFmt w:val="decimal"/>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5" w15:restartNumberingAfterBreak="0">
    <w:nsid w:val="5E9C5819"/>
    <w:multiLevelType w:val="hybridMultilevel"/>
    <w:tmpl w:val="E718218E"/>
    <w:lvl w:ilvl="0" w:tplc="939E9030">
      <w:start w:val="2"/>
      <w:numFmt w:val="upperLetter"/>
      <w:lvlText w:val="%1."/>
      <w:lvlJc w:val="left"/>
      <w:pPr>
        <w:ind w:left="940" w:hanging="36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6" w15:restartNumberingAfterBreak="0">
    <w:nsid w:val="6C5701FE"/>
    <w:multiLevelType w:val="hybridMultilevel"/>
    <w:tmpl w:val="DE68ED58"/>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F0C68"/>
    <w:multiLevelType w:val="hybridMultilevel"/>
    <w:tmpl w:val="08748F8C"/>
    <w:lvl w:ilvl="0" w:tplc="BDFE32B0">
      <w:start w:val="1"/>
      <w:numFmt w:val="upperLetter"/>
      <w:lvlText w:val="%1."/>
      <w:lvlJc w:val="left"/>
      <w:pPr>
        <w:tabs>
          <w:tab w:val="num" w:pos="1656"/>
        </w:tabs>
        <w:ind w:left="1656" w:hanging="360"/>
      </w:pPr>
      <w:rPr>
        <w:rFonts w:hint="default"/>
        <w:b w:val="0"/>
      </w:rPr>
    </w:lvl>
    <w:lvl w:ilvl="1" w:tplc="0409000F">
      <w:start w:val="1"/>
      <w:numFmt w:val="decimal"/>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8"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0B056B"/>
    <w:multiLevelType w:val="hybridMultilevel"/>
    <w:tmpl w:val="7924FCA2"/>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A7D34"/>
    <w:multiLevelType w:val="multilevel"/>
    <w:tmpl w:val="FCCE1152"/>
    <w:lvl w:ilvl="0">
      <w:start w:val="2"/>
      <w:numFmt w:val="decimal"/>
      <w:lvlText w:val="%1"/>
      <w:lvlJc w:val="left"/>
      <w:pPr>
        <w:ind w:left="390" w:hanging="390"/>
      </w:pPr>
      <w:rPr>
        <w:rFonts w:hint="default"/>
      </w:rPr>
    </w:lvl>
    <w:lvl w:ilvl="1">
      <w:start w:val="1"/>
      <w:numFmt w:val="decimalZero"/>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FA1178E"/>
    <w:multiLevelType w:val="hybridMultilevel"/>
    <w:tmpl w:val="ACA6EC7C"/>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0"/>
  </w:num>
  <w:num w:numId="5">
    <w:abstractNumId w:val="12"/>
  </w:num>
  <w:num w:numId="6">
    <w:abstractNumId w:val="6"/>
  </w:num>
  <w:num w:numId="7">
    <w:abstractNumId w:val="13"/>
  </w:num>
  <w:num w:numId="8">
    <w:abstractNumId w:val="20"/>
  </w:num>
  <w:num w:numId="9">
    <w:abstractNumId w:val="16"/>
  </w:num>
  <w:num w:numId="10">
    <w:abstractNumId w:val="28"/>
  </w:num>
  <w:num w:numId="11">
    <w:abstractNumId w:val="1"/>
  </w:num>
  <w:num w:numId="12">
    <w:abstractNumId w:val="25"/>
  </w:num>
  <w:num w:numId="13">
    <w:abstractNumId w:val="8"/>
  </w:num>
  <w:num w:numId="14">
    <w:abstractNumId w:val="5"/>
  </w:num>
  <w:num w:numId="15">
    <w:abstractNumId w:val="11"/>
  </w:num>
  <w:num w:numId="16">
    <w:abstractNumId w:val="4"/>
  </w:num>
  <w:num w:numId="17">
    <w:abstractNumId w:val="14"/>
  </w:num>
  <w:num w:numId="18">
    <w:abstractNumId w:val="23"/>
  </w:num>
  <w:num w:numId="19">
    <w:abstractNumId w:val="30"/>
  </w:num>
  <w:num w:numId="20">
    <w:abstractNumId w:val="17"/>
  </w:num>
  <w:num w:numId="21">
    <w:abstractNumId w:val="26"/>
  </w:num>
  <w:num w:numId="22">
    <w:abstractNumId w:val="31"/>
  </w:num>
  <w:num w:numId="23">
    <w:abstractNumId w:val="29"/>
  </w:num>
  <w:num w:numId="24">
    <w:abstractNumId w:val="15"/>
  </w:num>
  <w:num w:numId="25">
    <w:abstractNumId w:val="10"/>
  </w:num>
  <w:num w:numId="26">
    <w:abstractNumId w:val="19"/>
  </w:num>
  <w:num w:numId="27">
    <w:abstractNumId w:val="18"/>
  </w:num>
  <w:num w:numId="28">
    <w:abstractNumId w:val="7"/>
  </w:num>
  <w:num w:numId="29">
    <w:abstractNumId w:val="27"/>
  </w:num>
  <w:num w:numId="30">
    <w:abstractNumId w:val="9"/>
  </w:num>
  <w:num w:numId="31">
    <w:abstractNumId w:val="22"/>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76C3"/>
    <w:rsid w:val="000904FC"/>
    <w:rsid w:val="00094AC3"/>
    <w:rsid w:val="000B33B6"/>
    <w:rsid w:val="000B34B8"/>
    <w:rsid w:val="000C038A"/>
    <w:rsid w:val="000C1B86"/>
    <w:rsid w:val="000C4A97"/>
    <w:rsid w:val="000C5F4C"/>
    <w:rsid w:val="00103154"/>
    <w:rsid w:val="001116AF"/>
    <w:rsid w:val="00115867"/>
    <w:rsid w:val="00122ECF"/>
    <w:rsid w:val="00124C89"/>
    <w:rsid w:val="00126C8D"/>
    <w:rsid w:val="00130D42"/>
    <w:rsid w:val="001316B5"/>
    <w:rsid w:val="00155A39"/>
    <w:rsid w:val="001719EE"/>
    <w:rsid w:val="00177F8C"/>
    <w:rsid w:val="001856E2"/>
    <w:rsid w:val="00186F2F"/>
    <w:rsid w:val="00193F31"/>
    <w:rsid w:val="001A10D8"/>
    <w:rsid w:val="001A2B38"/>
    <w:rsid w:val="001A57C0"/>
    <w:rsid w:val="001A7B17"/>
    <w:rsid w:val="001B0E6C"/>
    <w:rsid w:val="001C61D6"/>
    <w:rsid w:val="001C7755"/>
    <w:rsid w:val="001F0D26"/>
    <w:rsid w:val="001F6AEB"/>
    <w:rsid w:val="0020141F"/>
    <w:rsid w:val="00206438"/>
    <w:rsid w:val="00207964"/>
    <w:rsid w:val="0021293F"/>
    <w:rsid w:val="00222D4E"/>
    <w:rsid w:val="002249EB"/>
    <w:rsid w:val="00225C36"/>
    <w:rsid w:val="00233C42"/>
    <w:rsid w:val="002345AA"/>
    <w:rsid w:val="00260865"/>
    <w:rsid w:val="00262AEB"/>
    <w:rsid w:val="00281563"/>
    <w:rsid w:val="002838D0"/>
    <w:rsid w:val="00285930"/>
    <w:rsid w:val="00286BE6"/>
    <w:rsid w:val="0029318A"/>
    <w:rsid w:val="002A32A7"/>
    <w:rsid w:val="002A42D8"/>
    <w:rsid w:val="002B26AE"/>
    <w:rsid w:val="002D074B"/>
    <w:rsid w:val="002D3E33"/>
    <w:rsid w:val="002D3E7D"/>
    <w:rsid w:val="002E0CEC"/>
    <w:rsid w:val="002F0A0C"/>
    <w:rsid w:val="00302CC6"/>
    <w:rsid w:val="00306824"/>
    <w:rsid w:val="00310F54"/>
    <w:rsid w:val="0032313A"/>
    <w:rsid w:val="00323B35"/>
    <w:rsid w:val="00333DF4"/>
    <w:rsid w:val="00333EAD"/>
    <w:rsid w:val="003441D4"/>
    <w:rsid w:val="00364A81"/>
    <w:rsid w:val="003754DA"/>
    <w:rsid w:val="00376397"/>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400FA8"/>
    <w:rsid w:val="004100E9"/>
    <w:rsid w:val="0041732B"/>
    <w:rsid w:val="00420D65"/>
    <w:rsid w:val="00422211"/>
    <w:rsid w:val="00422495"/>
    <w:rsid w:val="00422F35"/>
    <w:rsid w:val="004241A6"/>
    <w:rsid w:val="0043558E"/>
    <w:rsid w:val="004356C6"/>
    <w:rsid w:val="00436473"/>
    <w:rsid w:val="00437652"/>
    <w:rsid w:val="004421D5"/>
    <w:rsid w:val="00443087"/>
    <w:rsid w:val="00445B6A"/>
    <w:rsid w:val="004460F9"/>
    <w:rsid w:val="0044735A"/>
    <w:rsid w:val="004648DB"/>
    <w:rsid w:val="0047224D"/>
    <w:rsid w:val="00472821"/>
    <w:rsid w:val="004774F4"/>
    <w:rsid w:val="00481322"/>
    <w:rsid w:val="0049017D"/>
    <w:rsid w:val="004B0D2E"/>
    <w:rsid w:val="004B1C8D"/>
    <w:rsid w:val="004B6D88"/>
    <w:rsid w:val="004B7624"/>
    <w:rsid w:val="004C1D51"/>
    <w:rsid w:val="004C57BE"/>
    <w:rsid w:val="004D1243"/>
    <w:rsid w:val="004D6676"/>
    <w:rsid w:val="004E51C7"/>
    <w:rsid w:val="004F014C"/>
    <w:rsid w:val="004F0D47"/>
    <w:rsid w:val="005013BF"/>
    <w:rsid w:val="0053437D"/>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5778"/>
    <w:rsid w:val="005E1222"/>
    <w:rsid w:val="005E2728"/>
    <w:rsid w:val="005E425D"/>
    <w:rsid w:val="005E7C1A"/>
    <w:rsid w:val="005F4B42"/>
    <w:rsid w:val="00600B28"/>
    <w:rsid w:val="0060450F"/>
    <w:rsid w:val="0060462A"/>
    <w:rsid w:val="00615D20"/>
    <w:rsid w:val="00617E5B"/>
    <w:rsid w:val="00626248"/>
    <w:rsid w:val="006371DF"/>
    <w:rsid w:val="00637934"/>
    <w:rsid w:val="00652EBC"/>
    <w:rsid w:val="00652F44"/>
    <w:rsid w:val="00657B75"/>
    <w:rsid w:val="0066338E"/>
    <w:rsid w:val="006706BF"/>
    <w:rsid w:val="00670E93"/>
    <w:rsid w:val="00676544"/>
    <w:rsid w:val="0067742E"/>
    <w:rsid w:val="006776FF"/>
    <w:rsid w:val="00680A05"/>
    <w:rsid w:val="00684C0F"/>
    <w:rsid w:val="00693267"/>
    <w:rsid w:val="00693588"/>
    <w:rsid w:val="00695ED9"/>
    <w:rsid w:val="006A5E79"/>
    <w:rsid w:val="006A721C"/>
    <w:rsid w:val="006A78AD"/>
    <w:rsid w:val="006B1129"/>
    <w:rsid w:val="006C1352"/>
    <w:rsid w:val="006C297C"/>
    <w:rsid w:val="006C2B96"/>
    <w:rsid w:val="006C74ED"/>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EEB"/>
    <w:rsid w:val="00766F7E"/>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D3C96"/>
    <w:rsid w:val="007D48D5"/>
    <w:rsid w:val="007D557A"/>
    <w:rsid w:val="007E1711"/>
    <w:rsid w:val="007E7A2C"/>
    <w:rsid w:val="007F18E8"/>
    <w:rsid w:val="007F5AC3"/>
    <w:rsid w:val="007F5C53"/>
    <w:rsid w:val="00801992"/>
    <w:rsid w:val="00804C67"/>
    <w:rsid w:val="00807E1F"/>
    <w:rsid w:val="00812008"/>
    <w:rsid w:val="00817CA1"/>
    <w:rsid w:val="00822366"/>
    <w:rsid w:val="00834C8F"/>
    <w:rsid w:val="00835062"/>
    <w:rsid w:val="00843D8B"/>
    <w:rsid w:val="0084427C"/>
    <w:rsid w:val="008562C8"/>
    <w:rsid w:val="0086217E"/>
    <w:rsid w:val="00870A5E"/>
    <w:rsid w:val="00871592"/>
    <w:rsid w:val="0088231D"/>
    <w:rsid w:val="008840E7"/>
    <w:rsid w:val="00885BEA"/>
    <w:rsid w:val="008B314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90F"/>
    <w:rsid w:val="00926C30"/>
    <w:rsid w:val="009308E3"/>
    <w:rsid w:val="00933187"/>
    <w:rsid w:val="009403A8"/>
    <w:rsid w:val="0094088C"/>
    <w:rsid w:val="00940AC1"/>
    <w:rsid w:val="009424EC"/>
    <w:rsid w:val="009448B6"/>
    <w:rsid w:val="009570F3"/>
    <w:rsid w:val="0097037D"/>
    <w:rsid w:val="0097315B"/>
    <w:rsid w:val="009829C9"/>
    <w:rsid w:val="009852B6"/>
    <w:rsid w:val="00994EA0"/>
    <w:rsid w:val="009A5043"/>
    <w:rsid w:val="009A5545"/>
    <w:rsid w:val="009A79DD"/>
    <w:rsid w:val="009B3B28"/>
    <w:rsid w:val="009C06EE"/>
    <w:rsid w:val="009C3CF3"/>
    <w:rsid w:val="009C3F57"/>
    <w:rsid w:val="009D5EA9"/>
    <w:rsid w:val="009E287F"/>
    <w:rsid w:val="009F3F9F"/>
    <w:rsid w:val="009F6886"/>
    <w:rsid w:val="00A017FB"/>
    <w:rsid w:val="00A02ACA"/>
    <w:rsid w:val="00A06527"/>
    <w:rsid w:val="00A07DEF"/>
    <w:rsid w:val="00A1204E"/>
    <w:rsid w:val="00A21474"/>
    <w:rsid w:val="00A33C90"/>
    <w:rsid w:val="00A345A0"/>
    <w:rsid w:val="00A40B21"/>
    <w:rsid w:val="00A40CDC"/>
    <w:rsid w:val="00A437E8"/>
    <w:rsid w:val="00A55553"/>
    <w:rsid w:val="00A60097"/>
    <w:rsid w:val="00A7155C"/>
    <w:rsid w:val="00A742C2"/>
    <w:rsid w:val="00A96504"/>
    <w:rsid w:val="00A976DB"/>
    <w:rsid w:val="00AB0272"/>
    <w:rsid w:val="00AC1480"/>
    <w:rsid w:val="00AC1965"/>
    <w:rsid w:val="00AC4822"/>
    <w:rsid w:val="00AC4FB8"/>
    <w:rsid w:val="00AD289B"/>
    <w:rsid w:val="00AD46A8"/>
    <w:rsid w:val="00AE33A1"/>
    <w:rsid w:val="00AE3511"/>
    <w:rsid w:val="00AE750C"/>
    <w:rsid w:val="00AF37AD"/>
    <w:rsid w:val="00AF6164"/>
    <w:rsid w:val="00B03A1B"/>
    <w:rsid w:val="00B066CF"/>
    <w:rsid w:val="00B16A41"/>
    <w:rsid w:val="00B228E2"/>
    <w:rsid w:val="00B336E6"/>
    <w:rsid w:val="00B458EB"/>
    <w:rsid w:val="00B5093B"/>
    <w:rsid w:val="00B54AD8"/>
    <w:rsid w:val="00B66781"/>
    <w:rsid w:val="00B71173"/>
    <w:rsid w:val="00B7280F"/>
    <w:rsid w:val="00B73399"/>
    <w:rsid w:val="00B73B31"/>
    <w:rsid w:val="00B73B9E"/>
    <w:rsid w:val="00B758CA"/>
    <w:rsid w:val="00B84BDF"/>
    <w:rsid w:val="00B93056"/>
    <w:rsid w:val="00BA021C"/>
    <w:rsid w:val="00BA6469"/>
    <w:rsid w:val="00BA784C"/>
    <w:rsid w:val="00BB0330"/>
    <w:rsid w:val="00BB1526"/>
    <w:rsid w:val="00BB1F30"/>
    <w:rsid w:val="00BB6B26"/>
    <w:rsid w:val="00BD1158"/>
    <w:rsid w:val="00BE7CD0"/>
    <w:rsid w:val="00BF54DB"/>
    <w:rsid w:val="00C05650"/>
    <w:rsid w:val="00C16112"/>
    <w:rsid w:val="00C20C83"/>
    <w:rsid w:val="00C26163"/>
    <w:rsid w:val="00C368E6"/>
    <w:rsid w:val="00C4003C"/>
    <w:rsid w:val="00C452EE"/>
    <w:rsid w:val="00C4578B"/>
    <w:rsid w:val="00C60515"/>
    <w:rsid w:val="00C64949"/>
    <w:rsid w:val="00C71D12"/>
    <w:rsid w:val="00C73154"/>
    <w:rsid w:val="00C7602D"/>
    <w:rsid w:val="00C7755B"/>
    <w:rsid w:val="00C77E3E"/>
    <w:rsid w:val="00C8016C"/>
    <w:rsid w:val="00C85159"/>
    <w:rsid w:val="00C85D29"/>
    <w:rsid w:val="00C90B87"/>
    <w:rsid w:val="00C9137C"/>
    <w:rsid w:val="00CA3ED2"/>
    <w:rsid w:val="00CC1715"/>
    <w:rsid w:val="00CD772D"/>
    <w:rsid w:val="00CE2377"/>
    <w:rsid w:val="00CF08C1"/>
    <w:rsid w:val="00CF5530"/>
    <w:rsid w:val="00CF6033"/>
    <w:rsid w:val="00D00575"/>
    <w:rsid w:val="00D00FDB"/>
    <w:rsid w:val="00D02B51"/>
    <w:rsid w:val="00D0540B"/>
    <w:rsid w:val="00D0638C"/>
    <w:rsid w:val="00D14BE8"/>
    <w:rsid w:val="00D14FDB"/>
    <w:rsid w:val="00D31B93"/>
    <w:rsid w:val="00D34C5B"/>
    <w:rsid w:val="00D40EB2"/>
    <w:rsid w:val="00D42A2D"/>
    <w:rsid w:val="00D43D9A"/>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37C3"/>
    <w:rsid w:val="00DA58F6"/>
    <w:rsid w:val="00DB30D6"/>
    <w:rsid w:val="00DB51BF"/>
    <w:rsid w:val="00DC786A"/>
    <w:rsid w:val="00DD167C"/>
    <w:rsid w:val="00DD7502"/>
    <w:rsid w:val="00DF78E8"/>
    <w:rsid w:val="00DF7CB4"/>
    <w:rsid w:val="00E00052"/>
    <w:rsid w:val="00E04798"/>
    <w:rsid w:val="00E1148A"/>
    <w:rsid w:val="00E11E09"/>
    <w:rsid w:val="00E258E1"/>
    <w:rsid w:val="00E37713"/>
    <w:rsid w:val="00E45430"/>
    <w:rsid w:val="00E457F6"/>
    <w:rsid w:val="00E46FD3"/>
    <w:rsid w:val="00E50B0F"/>
    <w:rsid w:val="00E5324B"/>
    <w:rsid w:val="00E54DDB"/>
    <w:rsid w:val="00E56EB0"/>
    <w:rsid w:val="00E617F0"/>
    <w:rsid w:val="00E66004"/>
    <w:rsid w:val="00E868B0"/>
    <w:rsid w:val="00EA5D2B"/>
    <w:rsid w:val="00EA6E8C"/>
    <w:rsid w:val="00EA78D1"/>
    <w:rsid w:val="00EB4A42"/>
    <w:rsid w:val="00EB4B6E"/>
    <w:rsid w:val="00EB7722"/>
    <w:rsid w:val="00EB7F1E"/>
    <w:rsid w:val="00ED5B3F"/>
    <w:rsid w:val="00EE09A6"/>
    <w:rsid w:val="00EE0EA7"/>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5D94"/>
    <w:rsid w:val="00FB6B47"/>
    <w:rsid w:val="00FC169B"/>
    <w:rsid w:val="00FC5995"/>
    <w:rsid w:val="00FC762E"/>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 w:type="paragraph" w:customStyle="1" w:styleId="EOS">
    <w:name w:val="EOS"/>
    <w:basedOn w:val="Normal"/>
    <w:rsid w:val="00422211"/>
    <w:pPr>
      <w:suppressAutoHyphens/>
      <w:spacing w:before="480"/>
      <w:jc w:val="both"/>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1</TotalTime>
  <Pages>10</Pages>
  <Words>2720</Words>
  <Characters>15504</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2019-10-23T22:44:00Z</cp:lastPrinted>
  <dcterms:created xsi:type="dcterms:W3CDTF">2021-05-05T19:09:00Z</dcterms:created>
  <dcterms:modified xsi:type="dcterms:W3CDTF">2021-05-05T19:09:00Z</dcterms:modified>
</cp:coreProperties>
</file>